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1960"/>
        <w:gridCol w:w="3832"/>
        <w:gridCol w:w="3834"/>
        <w:gridCol w:w="13"/>
      </w:tblGrid>
      <w:tr w:rsidR="003B7DF9" w:rsidTr="001B1BC9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F97F8C" w:rsidRDefault="003B7DF9" w:rsidP="00984503">
            <w:r w:rsidRPr="001B1BC9">
              <w:rPr>
                <w:rFonts w:ascii="Arial" w:hAnsi="Arial" w:cs="Arial"/>
                <w:color w:val="808080"/>
                <w:sz w:val="18"/>
                <w:szCs w:val="18"/>
              </w:rPr>
              <w:t>Patient</w:t>
            </w:r>
            <w:r w:rsidR="008F4314" w:rsidRPr="001B1BC9"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7764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B1BC9" w:rsidRDefault="001C704E" w:rsidP="00984503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3B7DF9" w:rsidRPr="001B1BC9" w:rsidTr="001B1BC9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B1BC9" w:rsidRDefault="003B7DF9" w:rsidP="00984503">
            <w:pPr>
              <w:rPr>
                <w:sz w:val="18"/>
                <w:szCs w:val="18"/>
              </w:rPr>
            </w:pPr>
            <w:r w:rsidRPr="001B1BC9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764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B1BC9" w:rsidRDefault="001C704E" w:rsidP="00024F69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</w:t>
            </w:r>
            <w:r w:rsidR="003B7DF9" w:rsidRPr="001B1BC9"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="003B7DF9" w:rsidRPr="001B1BC9">
              <w:rPr>
                <w:rFonts w:ascii="Arial" w:hAnsi="Arial" w:cs="Arial"/>
                <w:color w:val="808080"/>
                <w:sz w:val="18"/>
                <w:szCs w:val="18"/>
              </w:rPr>
              <w:t>Age:</w:t>
            </w:r>
            <w:r w:rsidR="003B7DF9" w:rsidRPr="001B1B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24F69">
              <w:rPr>
                <w:rFonts w:ascii="Arial" w:hAnsi="Arial" w:cs="Arial"/>
                <w:sz w:val="18"/>
                <w:szCs w:val="18"/>
              </w:rPr>
              <w:t>82</w:t>
            </w:r>
          </w:p>
        </w:tc>
      </w:tr>
      <w:tr w:rsidR="003B7DF9" w:rsidRPr="001B1BC9" w:rsidTr="001B1BC9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B1BC9" w:rsidRDefault="00556C09" w:rsidP="00984503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7764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B1BC9" w:rsidRDefault="001C704E" w:rsidP="00984503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556C09" w:rsidRPr="001B1BC9" w:rsidTr="001B1BC9">
        <w:trPr>
          <w:gridAfter w:val="1"/>
          <w:wAfter w:w="13" w:type="dxa"/>
        </w:trPr>
        <w:tc>
          <w:tcPr>
            <w:tcW w:w="197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C442A6" w:rsidRDefault="00556C09" w:rsidP="00F754C4">
            <w:pPr>
              <w:rPr>
                <w:rFonts w:ascii="Arial" w:hAnsi="Arial" w:cs="Arial"/>
                <w:color w:val="808080"/>
                <w:sz w:val="17"/>
                <w:szCs w:val="17"/>
              </w:rPr>
            </w:pPr>
            <w:r w:rsidRPr="00C442A6">
              <w:rPr>
                <w:rFonts w:ascii="Arial" w:hAnsi="Arial" w:cs="Arial"/>
                <w:color w:val="808080"/>
                <w:sz w:val="17"/>
                <w:szCs w:val="17"/>
              </w:rPr>
              <w:t>Date of Scan:</w:t>
            </w:r>
          </w:p>
        </w:tc>
        <w:tc>
          <w:tcPr>
            <w:tcW w:w="7764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C442A6" w:rsidRDefault="00556C09" w:rsidP="00F754C4">
            <w:pPr>
              <w:rPr>
                <w:rFonts w:ascii="Arial" w:hAnsi="Arial" w:cs="Arial"/>
                <w:sz w:val="17"/>
                <w:szCs w:val="17"/>
                <w:highlight w:val="yellow"/>
              </w:rPr>
            </w:pPr>
            <w:r w:rsidRPr="00C442A6">
              <w:rPr>
                <w:rFonts w:ascii="Arial" w:hAnsi="Arial" w:cs="Arial"/>
                <w:sz w:val="17"/>
                <w:szCs w:val="17"/>
              </w:rPr>
              <w:fldChar w:fldCharType="begin"/>
            </w:r>
            <w:r w:rsidRPr="00C442A6">
              <w:rPr>
                <w:rFonts w:ascii="Arial" w:hAnsi="Arial" w:cs="Arial"/>
                <w:sz w:val="17"/>
                <w:szCs w:val="17"/>
              </w:rPr>
              <w:instrText xml:space="preserve"> CREATEDATE \@ "dddd, d MMMM yyyy" \* MERGEFORMAT </w:instrText>
            </w:r>
            <w:r w:rsidRPr="00C442A6">
              <w:rPr>
                <w:rFonts w:ascii="Arial" w:hAnsi="Arial" w:cs="Arial"/>
                <w:sz w:val="17"/>
                <w:szCs w:val="17"/>
              </w:rPr>
              <w:fldChar w:fldCharType="separate"/>
            </w:r>
            <w:r w:rsidR="00024F69" w:rsidRPr="00C442A6">
              <w:rPr>
                <w:rFonts w:ascii="Arial" w:hAnsi="Arial" w:cs="Arial"/>
                <w:noProof/>
                <w:sz w:val="17"/>
                <w:szCs w:val="17"/>
              </w:rPr>
              <w:t>Wednesday, 8 July 2020</w:t>
            </w:r>
            <w:r w:rsidRPr="00C442A6">
              <w:rPr>
                <w:rFonts w:ascii="Arial" w:hAnsi="Arial" w:cs="Arial"/>
                <w:sz w:val="17"/>
                <w:szCs w:val="17"/>
              </w:rPr>
              <w:fldChar w:fldCharType="end"/>
            </w:r>
          </w:p>
        </w:tc>
      </w:tr>
      <w:tr w:rsidR="00556C09" w:rsidRPr="001B1BC9" w:rsidTr="001B1BC9">
        <w:trPr>
          <w:gridAfter w:val="1"/>
          <w:wAfter w:w="13" w:type="dxa"/>
        </w:trPr>
        <w:tc>
          <w:tcPr>
            <w:tcW w:w="197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C442A6" w:rsidRDefault="00556C09" w:rsidP="00984503">
            <w:pPr>
              <w:rPr>
                <w:rFonts w:ascii="Arial" w:hAnsi="Arial" w:cs="Arial"/>
                <w:color w:val="808080"/>
                <w:sz w:val="17"/>
                <w:szCs w:val="17"/>
              </w:rPr>
            </w:pPr>
            <w:r w:rsidRPr="00C442A6">
              <w:rPr>
                <w:rFonts w:ascii="Arial" w:hAnsi="Arial" w:cs="Arial"/>
                <w:color w:val="808080"/>
                <w:sz w:val="17"/>
                <w:szCs w:val="17"/>
              </w:rPr>
              <w:t>Referring Doctor:</w:t>
            </w:r>
          </w:p>
        </w:tc>
        <w:tc>
          <w:tcPr>
            <w:tcW w:w="7764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C442A6" w:rsidRDefault="002B755A" w:rsidP="001C704E">
            <w:pPr>
              <w:rPr>
                <w:rFonts w:ascii="Arial" w:hAnsi="Arial" w:cs="Arial"/>
                <w:sz w:val="17"/>
                <w:szCs w:val="17"/>
                <w:highlight w:val="yellow"/>
              </w:rPr>
            </w:pPr>
            <w:r w:rsidRPr="00C442A6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="001C704E">
              <w:rPr>
                <w:rFonts w:ascii="Arial" w:hAnsi="Arial" w:cs="Arial"/>
                <w:sz w:val="17"/>
                <w:szCs w:val="17"/>
              </w:rPr>
              <w:t xml:space="preserve"> </w:t>
            </w:r>
          </w:p>
        </w:tc>
      </w:tr>
      <w:tr w:rsidR="00556C09" w:rsidRPr="001B1BC9" w:rsidTr="001B1BC9">
        <w:trPr>
          <w:gridAfter w:val="1"/>
          <w:wAfter w:w="13" w:type="dxa"/>
        </w:trPr>
        <w:tc>
          <w:tcPr>
            <w:tcW w:w="197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C442A6" w:rsidRDefault="00556C09" w:rsidP="00984503">
            <w:pPr>
              <w:rPr>
                <w:rFonts w:ascii="Arial" w:hAnsi="Arial" w:cs="Arial"/>
                <w:color w:val="808080"/>
                <w:sz w:val="17"/>
                <w:szCs w:val="17"/>
              </w:rPr>
            </w:pPr>
            <w:r w:rsidRPr="00C442A6">
              <w:rPr>
                <w:rFonts w:ascii="Arial" w:hAnsi="Arial" w:cs="Arial"/>
                <w:color w:val="808080"/>
                <w:sz w:val="17"/>
                <w:szCs w:val="17"/>
              </w:rPr>
              <w:t>Indications:</w:t>
            </w:r>
          </w:p>
        </w:tc>
        <w:tc>
          <w:tcPr>
            <w:tcW w:w="7764" w:type="dxa"/>
            <w:gridSpan w:val="2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C442A6" w:rsidRDefault="00024F69" w:rsidP="00984503">
            <w:pPr>
              <w:rPr>
                <w:rFonts w:ascii="Arial" w:hAnsi="Arial" w:cs="Arial"/>
                <w:sz w:val="17"/>
                <w:szCs w:val="17"/>
              </w:rPr>
            </w:pPr>
            <w:r w:rsidRPr="00C442A6">
              <w:rPr>
                <w:rFonts w:ascii="Arial" w:hAnsi="Arial" w:cs="Arial"/>
                <w:sz w:val="17"/>
                <w:szCs w:val="17"/>
              </w:rPr>
              <w:t>82 year old usually fit and well retired midwife diagnosed with GCA 2 years ago and then developed systemic large vessel vasculitis on PET CT on 2020 involving axillary and iliac arteries as well. 2 weeks of feeling cold and looking pale in the day. No pain, claudication or gangrene.</w:t>
            </w:r>
          </w:p>
        </w:tc>
      </w:tr>
      <w:tr w:rsidR="00556C09" w:rsidRPr="001B1BC9" w:rsidTr="001B1BC9">
        <w:trPr>
          <w:gridAfter w:val="1"/>
          <w:wAfter w:w="13" w:type="dxa"/>
        </w:trPr>
        <w:tc>
          <w:tcPr>
            <w:tcW w:w="197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1B1BC9" w:rsidRDefault="00556C09" w:rsidP="00984503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764" w:type="dxa"/>
            <w:gridSpan w:val="2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1B1BC9" w:rsidRDefault="00556C09" w:rsidP="00984503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556C09" w:rsidRPr="001B1BC9" w:rsidTr="001B1BC9">
        <w:trPr>
          <w:gridAfter w:val="1"/>
          <w:wAfter w:w="13" w:type="dxa"/>
        </w:trPr>
        <w:tc>
          <w:tcPr>
            <w:tcW w:w="9740" w:type="dxa"/>
            <w:gridSpan w:val="3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024F69" w:rsidP="001B1BC9">
            <w:pPr>
              <w:tabs>
                <w:tab w:val="left" w:pos="1843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1740535</wp:posOffset>
                      </wp:positionH>
                      <wp:positionV relativeFrom="paragraph">
                        <wp:posOffset>113030</wp:posOffset>
                      </wp:positionV>
                      <wp:extent cx="2786380" cy="5118735"/>
                      <wp:effectExtent l="12700" t="5080" r="10795" b="10160"/>
                      <wp:wrapNone/>
                      <wp:docPr id="49" name="Group 7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786380" cy="5118735"/>
                                <a:chOff x="3875" y="3204"/>
                                <a:chExt cx="4388" cy="8061"/>
                              </a:xfrm>
                            </wpg:grpSpPr>
                            <wps:wsp>
                              <wps:cNvPr id="50" name="Freeform 75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999" y="4105"/>
                                  <a:ext cx="170" cy="149"/>
                                </a:xfrm>
                                <a:custGeom>
                                  <a:avLst/>
                                  <a:gdLst>
                                    <a:gd name="T0" fmla="*/ 19 w 89"/>
                                    <a:gd name="T1" fmla="*/ 0 h 97"/>
                                    <a:gd name="T2" fmla="*/ 79 w 89"/>
                                    <a:gd name="T3" fmla="*/ 11 h 97"/>
                                    <a:gd name="T4" fmla="*/ 82 w 89"/>
                                    <a:gd name="T5" fmla="*/ 57 h 97"/>
                                    <a:gd name="T6" fmla="*/ 50 w 89"/>
                                    <a:gd name="T7" fmla="*/ 46 h 97"/>
                                    <a:gd name="T8" fmla="*/ 36 w 89"/>
                                    <a:gd name="T9" fmla="*/ 96 h 97"/>
                                    <a:gd name="T10" fmla="*/ 33 w 89"/>
                                    <a:gd name="T11" fmla="*/ 39 h 97"/>
                                    <a:gd name="T12" fmla="*/ 40 w 89"/>
                                    <a:gd name="T13" fmla="*/ 18 h 97"/>
                                    <a:gd name="T14" fmla="*/ 4 w 89"/>
                                    <a:gd name="T15" fmla="*/ 14 h 97"/>
                                    <a:gd name="T16" fmla="*/ 19 w 89"/>
                                    <a:gd name="T17" fmla="*/ 0 h 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89" h="97">
                                      <a:moveTo>
                                        <a:pt x="19" y="0"/>
                                      </a:moveTo>
                                      <a:cubicBezTo>
                                        <a:pt x="31" y="0"/>
                                        <a:pt x="69" y="2"/>
                                        <a:pt x="79" y="11"/>
                                      </a:cubicBezTo>
                                      <a:cubicBezTo>
                                        <a:pt x="89" y="20"/>
                                        <a:pt x="87" y="51"/>
                                        <a:pt x="82" y="57"/>
                                      </a:cubicBezTo>
                                      <a:cubicBezTo>
                                        <a:pt x="77" y="63"/>
                                        <a:pt x="58" y="40"/>
                                        <a:pt x="50" y="46"/>
                                      </a:cubicBezTo>
                                      <a:cubicBezTo>
                                        <a:pt x="42" y="52"/>
                                        <a:pt x="39" y="97"/>
                                        <a:pt x="36" y="96"/>
                                      </a:cubicBezTo>
                                      <a:cubicBezTo>
                                        <a:pt x="33" y="95"/>
                                        <a:pt x="32" y="52"/>
                                        <a:pt x="33" y="39"/>
                                      </a:cubicBezTo>
                                      <a:cubicBezTo>
                                        <a:pt x="34" y="26"/>
                                        <a:pt x="45" y="22"/>
                                        <a:pt x="40" y="18"/>
                                      </a:cubicBezTo>
                                      <a:cubicBezTo>
                                        <a:pt x="35" y="14"/>
                                        <a:pt x="8" y="17"/>
                                        <a:pt x="4" y="14"/>
                                      </a:cubicBezTo>
                                      <a:cubicBezTo>
                                        <a:pt x="0" y="11"/>
                                        <a:pt x="7" y="0"/>
                                        <a:pt x="1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1" name="Freeform 753"/>
                              <wps:cNvSpPr>
                                <a:spLocks/>
                              </wps:cNvSpPr>
                              <wps:spPr bwMode="auto">
                                <a:xfrm>
                                  <a:off x="4868" y="3204"/>
                                  <a:ext cx="509" cy="708"/>
                                </a:xfrm>
                                <a:custGeom>
                                  <a:avLst/>
                                  <a:gdLst>
                                    <a:gd name="T0" fmla="*/ 29 w 267"/>
                                    <a:gd name="T1" fmla="*/ 4 h 458"/>
                                    <a:gd name="T2" fmla="*/ 163 w 267"/>
                                    <a:gd name="T3" fmla="*/ 128 h 458"/>
                                    <a:gd name="T4" fmla="*/ 266 w 267"/>
                                    <a:gd name="T5" fmla="*/ 435 h 458"/>
                                    <a:gd name="T6" fmla="*/ 156 w 267"/>
                                    <a:gd name="T7" fmla="*/ 266 h 458"/>
                                    <a:gd name="T8" fmla="*/ 19 w 267"/>
                                    <a:gd name="T9" fmla="*/ 153 h 458"/>
                                    <a:gd name="T10" fmla="*/ 29 w 267"/>
                                    <a:gd name="T11" fmla="*/ 4 h 45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67" h="458">
                                      <a:moveTo>
                                        <a:pt x="29" y="4"/>
                                      </a:moveTo>
                                      <a:cubicBezTo>
                                        <a:pt x="53" y="0"/>
                                        <a:pt x="124" y="56"/>
                                        <a:pt x="163" y="128"/>
                                      </a:cubicBezTo>
                                      <a:cubicBezTo>
                                        <a:pt x="202" y="200"/>
                                        <a:pt x="267" y="412"/>
                                        <a:pt x="266" y="435"/>
                                      </a:cubicBezTo>
                                      <a:cubicBezTo>
                                        <a:pt x="265" y="458"/>
                                        <a:pt x="197" y="313"/>
                                        <a:pt x="156" y="266"/>
                                      </a:cubicBezTo>
                                      <a:cubicBezTo>
                                        <a:pt x="115" y="219"/>
                                        <a:pt x="38" y="196"/>
                                        <a:pt x="19" y="153"/>
                                      </a:cubicBezTo>
                                      <a:cubicBezTo>
                                        <a:pt x="0" y="110"/>
                                        <a:pt x="5" y="8"/>
                                        <a:pt x="29" y="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" name="Freeform 754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79" y="3432"/>
                                  <a:ext cx="182" cy="574"/>
                                </a:xfrm>
                                <a:custGeom>
                                  <a:avLst/>
                                  <a:gdLst>
                                    <a:gd name="T0" fmla="*/ 57 w 95"/>
                                    <a:gd name="T1" fmla="*/ 54 h 371"/>
                                    <a:gd name="T2" fmla="*/ 29 w 95"/>
                                    <a:gd name="T3" fmla="*/ 195 h 371"/>
                                    <a:gd name="T4" fmla="*/ 4 w 95"/>
                                    <a:gd name="T5" fmla="*/ 361 h 371"/>
                                    <a:gd name="T6" fmla="*/ 54 w 95"/>
                                    <a:gd name="T7" fmla="*/ 255 h 371"/>
                                    <a:gd name="T8" fmla="*/ 85 w 95"/>
                                    <a:gd name="T9" fmla="*/ 220 h 371"/>
                                    <a:gd name="T10" fmla="*/ 82 w 95"/>
                                    <a:gd name="T11" fmla="*/ 100 h 371"/>
                                    <a:gd name="T12" fmla="*/ 92 w 95"/>
                                    <a:gd name="T13" fmla="*/ 5 h 371"/>
                                    <a:gd name="T14" fmla="*/ 57 w 95"/>
                                    <a:gd name="T15" fmla="*/ 54 h 37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95" h="371">
                                      <a:moveTo>
                                        <a:pt x="57" y="54"/>
                                      </a:moveTo>
                                      <a:cubicBezTo>
                                        <a:pt x="46" y="86"/>
                                        <a:pt x="38" y="144"/>
                                        <a:pt x="29" y="195"/>
                                      </a:cubicBezTo>
                                      <a:cubicBezTo>
                                        <a:pt x="20" y="246"/>
                                        <a:pt x="0" y="351"/>
                                        <a:pt x="4" y="361"/>
                                      </a:cubicBezTo>
                                      <a:cubicBezTo>
                                        <a:pt x="8" y="371"/>
                                        <a:pt x="41" y="278"/>
                                        <a:pt x="54" y="255"/>
                                      </a:cubicBezTo>
                                      <a:cubicBezTo>
                                        <a:pt x="67" y="232"/>
                                        <a:pt x="80" y="246"/>
                                        <a:pt x="85" y="220"/>
                                      </a:cubicBezTo>
                                      <a:cubicBezTo>
                                        <a:pt x="90" y="194"/>
                                        <a:pt x="81" y="136"/>
                                        <a:pt x="82" y="100"/>
                                      </a:cubicBezTo>
                                      <a:cubicBezTo>
                                        <a:pt x="83" y="64"/>
                                        <a:pt x="95" y="10"/>
                                        <a:pt x="92" y="5"/>
                                      </a:cubicBezTo>
                                      <a:cubicBezTo>
                                        <a:pt x="89" y="0"/>
                                        <a:pt x="68" y="22"/>
                                        <a:pt x="57" y="5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3" name="Freeform 755"/>
                              <wps:cNvSpPr>
                                <a:spLocks/>
                              </wps:cNvSpPr>
                              <wps:spPr bwMode="auto">
                                <a:xfrm>
                                  <a:off x="4701" y="4385"/>
                                  <a:ext cx="176" cy="1011"/>
                                </a:xfrm>
                                <a:custGeom>
                                  <a:avLst/>
                                  <a:gdLst>
                                    <a:gd name="T0" fmla="*/ 32 w 92"/>
                                    <a:gd name="T1" fmla="*/ 31 h 655"/>
                                    <a:gd name="T2" fmla="*/ 84 w 92"/>
                                    <a:gd name="T3" fmla="*/ 296 h 655"/>
                                    <a:gd name="T4" fmla="*/ 77 w 92"/>
                                    <a:gd name="T5" fmla="*/ 525 h 655"/>
                                    <a:gd name="T6" fmla="*/ 14 w 92"/>
                                    <a:gd name="T7" fmla="*/ 652 h 655"/>
                                    <a:gd name="T8" fmla="*/ 46 w 92"/>
                                    <a:gd name="T9" fmla="*/ 507 h 655"/>
                                    <a:gd name="T10" fmla="*/ 53 w 92"/>
                                    <a:gd name="T11" fmla="*/ 366 h 655"/>
                                    <a:gd name="T12" fmla="*/ 21 w 92"/>
                                    <a:gd name="T13" fmla="*/ 211 h 655"/>
                                    <a:gd name="T14" fmla="*/ 0 w 92"/>
                                    <a:gd name="T15" fmla="*/ 144 h 655"/>
                                    <a:gd name="T16" fmla="*/ 21 w 92"/>
                                    <a:gd name="T17" fmla="*/ 109 h 655"/>
                                    <a:gd name="T18" fmla="*/ 32 w 92"/>
                                    <a:gd name="T19" fmla="*/ 31 h 65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92" h="655">
                                      <a:moveTo>
                                        <a:pt x="32" y="31"/>
                                      </a:moveTo>
                                      <a:cubicBezTo>
                                        <a:pt x="42" y="62"/>
                                        <a:pt x="76" y="214"/>
                                        <a:pt x="84" y="296"/>
                                      </a:cubicBezTo>
                                      <a:cubicBezTo>
                                        <a:pt x="92" y="378"/>
                                        <a:pt x="89" y="466"/>
                                        <a:pt x="77" y="525"/>
                                      </a:cubicBezTo>
                                      <a:cubicBezTo>
                                        <a:pt x="65" y="584"/>
                                        <a:pt x="19" y="655"/>
                                        <a:pt x="14" y="652"/>
                                      </a:cubicBezTo>
                                      <a:cubicBezTo>
                                        <a:pt x="9" y="649"/>
                                        <a:pt x="40" y="555"/>
                                        <a:pt x="46" y="507"/>
                                      </a:cubicBezTo>
                                      <a:cubicBezTo>
                                        <a:pt x="52" y="459"/>
                                        <a:pt x="57" y="415"/>
                                        <a:pt x="53" y="366"/>
                                      </a:cubicBezTo>
                                      <a:cubicBezTo>
                                        <a:pt x="49" y="317"/>
                                        <a:pt x="30" y="248"/>
                                        <a:pt x="21" y="211"/>
                                      </a:cubicBezTo>
                                      <a:cubicBezTo>
                                        <a:pt x="12" y="174"/>
                                        <a:pt x="0" y="161"/>
                                        <a:pt x="0" y="144"/>
                                      </a:cubicBezTo>
                                      <a:cubicBezTo>
                                        <a:pt x="0" y="127"/>
                                        <a:pt x="14" y="128"/>
                                        <a:pt x="21" y="109"/>
                                      </a:cubicBezTo>
                                      <a:cubicBezTo>
                                        <a:pt x="28" y="90"/>
                                        <a:pt x="22" y="0"/>
                                        <a:pt x="32" y="3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4" name="Freeform 75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076" y="5387"/>
                                  <a:ext cx="840" cy="722"/>
                                </a:xfrm>
                                <a:custGeom>
                                  <a:avLst/>
                                  <a:gdLst>
                                    <a:gd name="T0" fmla="*/ 12 w 440"/>
                                    <a:gd name="T1" fmla="*/ 14 h 467"/>
                                    <a:gd name="T2" fmla="*/ 227 w 440"/>
                                    <a:gd name="T3" fmla="*/ 187 h 467"/>
                                    <a:gd name="T4" fmla="*/ 414 w 440"/>
                                    <a:gd name="T5" fmla="*/ 444 h 467"/>
                                    <a:gd name="T6" fmla="*/ 386 w 440"/>
                                    <a:gd name="T7" fmla="*/ 328 h 467"/>
                                    <a:gd name="T8" fmla="*/ 347 w 440"/>
                                    <a:gd name="T9" fmla="*/ 229 h 467"/>
                                    <a:gd name="T10" fmla="*/ 157 w 440"/>
                                    <a:gd name="T11" fmla="*/ 106 h 467"/>
                                    <a:gd name="T12" fmla="*/ 12 w 440"/>
                                    <a:gd name="T13" fmla="*/ 14 h 4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40" h="467">
                                      <a:moveTo>
                                        <a:pt x="12" y="14"/>
                                      </a:moveTo>
                                      <a:cubicBezTo>
                                        <a:pt x="24" y="28"/>
                                        <a:pt x="160" y="115"/>
                                        <a:pt x="227" y="187"/>
                                      </a:cubicBezTo>
                                      <a:cubicBezTo>
                                        <a:pt x="294" y="259"/>
                                        <a:pt x="388" y="421"/>
                                        <a:pt x="414" y="444"/>
                                      </a:cubicBezTo>
                                      <a:cubicBezTo>
                                        <a:pt x="440" y="467"/>
                                        <a:pt x="397" y="364"/>
                                        <a:pt x="386" y="328"/>
                                      </a:cubicBezTo>
                                      <a:cubicBezTo>
                                        <a:pt x="375" y="292"/>
                                        <a:pt x="385" y="266"/>
                                        <a:pt x="347" y="229"/>
                                      </a:cubicBezTo>
                                      <a:cubicBezTo>
                                        <a:pt x="309" y="192"/>
                                        <a:pt x="213" y="142"/>
                                        <a:pt x="157" y="106"/>
                                      </a:cubicBezTo>
                                      <a:cubicBezTo>
                                        <a:pt x="101" y="70"/>
                                        <a:pt x="0" y="0"/>
                                        <a:pt x="12" y="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" name="Freeform 75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316" y="5360"/>
                                  <a:ext cx="901" cy="712"/>
                                </a:xfrm>
                                <a:custGeom>
                                  <a:avLst/>
                                  <a:gdLst>
                                    <a:gd name="T0" fmla="*/ 33 w 472"/>
                                    <a:gd name="T1" fmla="*/ 445 h 461"/>
                                    <a:gd name="T2" fmla="*/ 174 w 472"/>
                                    <a:gd name="T3" fmla="*/ 236 h 461"/>
                                    <a:gd name="T4" fmla="*/ 446 w 472"/>
                                    <a:gd name="T5" fmla="*/ 25 h 461"/>
                                    <a:gd name="T6" fmla="*/ 329 w 472"/>
                                    <a:gd name="T7" fmla="*/ 85 h 461"/>
                                    <a:gd name="T8" fmla="*/ 146 w 472"/>
                                    <a:gd name="T9" fmla="*/ 222 h 461"/>
                                    <a:gd name="T10" fmla="*/ 18 w 472"/>
                                    <a:gd name="T11" fmla="*/ 332 h 461"/>
                                    <a:gd name="T12" fmla="*/ 33 w 472"/>
                                    <a:gd name="T13" fmla="*/ 445 h 46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72" h="461">
                                      <a:moveTo>
                                        <a:pt x="33" y="445"/>
                                      </a:moveTo>
                                      <a:cubicBezTo>
                                        <a:pt x="59" y="429"/>
                                        <a:pt x="105" y="306"/>
                                        <a:pt x="174" y="236"/>
                                      </a:cubicBezTo>
                                      <a:cubicBezTo>
                                        <a:pt x="243" y="166"/>
                                        <a:pt x="420" y="50"/>
                                        <a:pt x="446" y="25"/>
                                      </a:cubicBezTo>
                                      <a:cubicBezTo>
                                        <a:pt x="472" y="0"/>
                                        <a:pt x="379" y="52"/>
                                        <a:pt x="329" y="85"/>
                                      </a:cubicBezTo>
                                      <a:cubicBezTo>
                                        <a:pt x="279" y="118"/>
                                        <a:pt x="198" y="181"/>
                                        <a:pt x="146" y="222"/>
                                      </a:cubicBezTo>
                                      <a:cubicBezTo>
                                        <a:pt x="94" y="263"/>
                                        <a:pt x="36" y="294"/>
                                        <a:pt x="18" y="332"/>
                                      </a:cubicBezTo>
                                      <a:cubicBezTo>
                                        <a:pt x="0" y="370"/>
                                        <a:pt x="7" y="461"/>
                                        <a:pt x="33" y="44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" name="Freeform 75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42" y="4320"/>
                                  <a:ext cx="292" cy="677"/>
                                </a:xfrm>
                                <a:custGeom>
                                  <a:avLst/>
                                  <a:gdLst>
                                    <a:gd name="T0" fmla="*/ 102 w 153"/>
                                    <a:gd name="T1" fmla="*/ 9 h 439"/>
                                    <a:gd name="T2" fmla="*/ 59 w 153"/>
                                    <a:gd name="T3" fmla="*/ 158 h 439"/>
                                    <a:gd name="T4" fmla="*/ 49 w 153"/>
                                    <a:gd name="T5" fmla="*/ 324 h 439"/>
                                    <a:gd name="T6" fmla="*/ 6 w 153"/>
                                    <a:gd name="T7" fmla="*/ 437 h 439"/>
                                    <a:gd name="T8" fmla="*/ 88 w 153"/>
                                    <a:gd name="T9" fmla="*/ 338 h 439"/>
                                    <a:gd name="T10" fmla="*/ 148 w 153"/>
                                    <a:gd name="T11" fmla="*/ 274 h 439"/>
                                    <a:gd name="T12" fmla="*/ 119 w 153"/>
                                    <a:gd name="T13" fmla="*/ 105 h 439"/>
                                    <a:gd name="T14" fmla="*/ 102 w 153"/>
                                    <a:gd name="T15" fmla="*/ 9 h 4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153" h="439">
                                      <a:moveTo>
                                        <a:pt x="102" y="9"/>
                                      </a:moveTo>
                                      <a:cubicBezTo>
                                        <a:pt x="92" y="18"/>
                                        <a:pt x="68" y="106"/>
                                        <a:pt x="59" y="158"/>
                                      </a:cubicBezTo>
                                      <a:cubicBezTo>
                                        <a:pt x="50" y="210"/>
                                        <a:pt x="58" y="278"/>
                                        <a:pt x="49" y="324"/>
                                      </a:cubicBezTo>
                                      <a:cubicBezTo>
                                        <a:pt x="40" y="370"/>
                                        <a:pt x="0" y="435"/>
                                        <a:pt x="6" y="437"/>
                                      </a:cubicBezTo>
                                      <a:cubicBezTo>
                                        <a:pt x="12" y="439"/>
                                        <a:pt x="64" y="365"/>
                                        <a:pt x="88" y="338"/>
                                      </a:cubicBezTo>
                                      <a:cubicBezTo>
                                        <a:pt x="112" y="311"/>
                                        <a:pt x="143" y="313"/>
                                        <a:pt x="148" y="274"/>
                                      </a:cubicBezTo>
                                      <a:cubicBezTo>
                                        <a:pt x="153" y="235"/>
                                        <a:pt x="124" y="149"/>
                                        <a:pt x="119" y="105"/>
                                      </a:cubicBezTo>
                                      <a:cubicBezTo>
                                        <a:pt x="114" y="61"/>
                                        <a:pt x="112" y="0"/>
                                        <a:pt x="102" y="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" name="Freeform 759"/>
                              <wps:cNvSpPr>
                                <a:spLocks/>
                              </wps:cNvSpPr>
                              <wps:spPr bwMode="auto">
                                <a:xfrm>
                                  <a:off x="5060" y="4801"/>
                                  <a:ext cx="702" cy="418"/>
                                </a:xfrm>
                                <a:custGeom>
                                  <a:avLst/>
                                  <a:gdLst>
                                    <a:gd name="T0" fmla="*/ 6 w 368"/>
                                    <a:gd name="T1" fmla="*/ 1 h 270"/>
                                    <a:gd name="T2" fmla="*/ 182 w 368"/>
                                    <a:gd name="T3" fmla="*/ 195 h 270"/>
                                    <a:gd name="T4" fmla="*/ 362 w 368"/>
                                    <a:gd name="T5" fmla="*/ 269 h 270"/>
                                    <a:gd name="T6" fmla="*/ 221 w 368"/>
                                    <a:gd name="T7" fmla="*/ 202 h 270"/>
                                    <a:gd name="T8" fmla="*/ 6 w 368"/>
                                    <a:gd name="T9" fmla="*/ 1 h 2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368" h="270">
                                      <a:moveTo>
                                        <a:pt x="6" y="1"/>
                                      </a:moveTo>
                                      <a:cubicBezTo>
                                        <a:pt x="0" y="0"/>
                                        <a:pt x="123" y="150"/>
                                        <a:pt x="182" y="195"/>
                                      </a:cubicBezTo>
                                      <a:cubicBezTo>
                                        <a:pt x="241" y="240"/>
                                        <a:pt x="356" y="268"/>
                                        <a:pt x="362" y="269"/>
                                      </a:cubicBezTo>
                                      <a:cubicBezTo>
                                        <a:pt x="368" y="270"/>
                                        <a:pt x="279" y="245"/>
                                        <a:pt x="221" y="202"/>
                                      </a:cubicBezTo>
                                      <a:cubicBezTo>
                                        <a:pt x="163" y="159"/>
                                        <a:pt x="12" y="2"/>
                                        <a:pt x="6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" name="Freeform 760"/>
                              <wps:cNvSpPr>
                                <a:spLocks/>
                              </wps:cNvSpPr>
                              <wps:spPr bwMode="auto">
                                <a:xfrm>
                                  <a:off x="4169" y="7655"/>
                                  <a:ext cx="1024" cy="1159"/>
                                </a:xfrm>
                                <a:custGeom>
                                  <a:avLst/>
                                  <a:gdLst>
                                    <a:gd name="T0" fmla="*/ 99 w 536"/>
                                    <a:gd name="T1" fmla="*/ 0 h 750"/>
                                    <a:gd name="T2" fmla="*/ 166 w 536"/>
                                    <a:gd name="T3" fmla="*/ 127 h 750"/>
                                    <a:gd name="T4" fmla="*/ 180 w 536"/>
                                    <a:gd name="T5" fmla="*/ 243 h 750"/>
                                    <a:gd name="T6" fmla="*/ 176 w 536"/>
                                    <a:gd name="T7" fmla="*/ 339 h 750"/>
                                    <a:gd name="T8" fmla="*/ 109 w 536"/>
                                    <a:gd name="T9" fmla="*/ 307 h 750"/>
                                    <a:gd name="T10" fmla="*/ 67 w 536"/>
                                    <a:gd name="T11" fmla="*/ 370 h 750"/>
                                    <a:gd name="T12" fmla="*/ 74 w 536"/>
                                    <a:gd name="T13" fmla="*/ 445 h 750"/>
                                    <a:gd name="T14" fmla="*/ 53 w 536"/>
                                    <a:gd name="T15" fmla="*/ 487 h 750"/>
                                    <a:gd name="T16" fmla="*/ 25 w 536"/>
                                    <a:gd name="T17" fmla="*/ 610 h 750"/>
                                    <a:gd name="T18" fmla="*/ 120 w 536"/>
                                    <a:gd name="T19" fmla="*/ 695 h 750"/>
                                    <a:gd name="T20" fmla="*/ 233 w 536"/>
                                    <a:gd name="T21" fmla="*/ 678 h 750"/>
                                    <a:gd name="T22" fmla="*/ 321 w 536"/>
                                    <a:gd name="T23" fmla="*/ 596 h 750"/>
                                    <a:gd name="T24" fmla="*/ 367 w 536"/>
                                    <a:gd name="T25" fmla="*/ 522 h 750"/>
                                    <a:gd name="T26" fmla="*/ 431 w 536"/>
                                    <a:gd name="T27" fmla="*/ 438 h 750"/>
                                    <a:gd name="T28" fmla="*/ 526 w 536"/>
                                    <a:gd name="T29" fmla="*/ 399 h 750"/>
                                    <a:gd name="T30" fmla="*/ 491 w 536"/>
                                    <a:gd name="T31" fmla="*/ 434 h 750"/>
                                    <a:gd name="T32" fmla="*/ 406 w 536"/>
                                    <a:gd name="T33" fmla="*/ 480 h 750"/>
                                    <a:gd name="T34" fmla="*/ 367 w 536"/>
                                    <a:gd name="T35" fmla="*/ 593 h 750"/>
                                    <a:gd name="T36" fmla="*/ 409 w 536"/>
                                    <a:gd name="T37" fmla="*/ 610 h 750"/>
                                    <a:gd name="T38" fmla="*/ 328 w 536"/>
                                    <a:gd name="T39" fmla="*/ 674 h 750"/>
                                    <a:gd name="T40" fmla="*/ 236 w 536"/>
                                    <a:gd name="T41" fmla="*/ 741 h 750"/>
                                    <a:gd name="T42" fmla="*/ 134 w 536"/>
                                    <a:gd name="T43" fmla="*/ 727 h 750"/>
                                    <a:gd name="T44" fmla="*/ 49 w 536"/>
                                    <a:gd name="T45" fmla="*/ 663 h 750"/>
                                    <a:gd name="T46" fmla="*/ 3 w 536"/>
                                    <a:gd name="T47" fmla="*/ 603 h 750"/>
                                    <a:gd name="T48" fmla="*/ 28 w 536"/>
                                    <a:gd name="T49" fmla="*/ 469 h 750"/>
                                    <a:gd name="T50" fmla="*/ 56 w 536"/>
                                    <a:gd name="T51" fmla="*/ 328 h 750"/>
                                    <a:gd name="T52" fmla="*/ 88 w 536"/>
                                    <a:gd name="T53" fmla="*/ 219 h 750"/>
                                    <a:gd name="T54" fmla="*/ 131 w 536"/>
                                    <a:gd name="T55" fmla="*/ 215 h 750"/>
                                    <a:gd name="T56" fmla="*/ 141 w 536"/>
                                    <a:gd name="T57" fmla="*/ 134 h 750"/>
                                    <a:gd name="T58" fmla="*/ 113 w 536"/>
                                    <a:gd name="T59" fmla="*/ 18 h 7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</a:cxnLst>
                                  <a:rect l="0" t="0" r="r" b="b"/>
                                  <a:pathLst>
                                    <a:path w="536" h="750">
                                      <a:moveTo>
                                        <a:pt x="99" y="0"/>
                                      </a:moveTo>
                                      <a:cubicBezTo>
                                        <a:pt x="125" y="43"/>
                                        <a:pt x="152" y="86"/>
                                        <a:pt x="166" y="127"/>
                                      </a:cubicBezTo>
                                      <a:cubicBezTo>
                                        <a:pt x="180" y="168"/>
                                        <a:pt x="178" y="208"/>
                                        <a:pt x="180" y="243"/>
                                      </a:cubicBezTo>
                                      <a:cubicBezTo>
                                        <a:pt x="182" y="278"/>
                                        <a:pt x="188" y="328"/>
                                        <a:pt x="176" y="339"/>
                                      </a:cubicBezTo>
                                      <a:cubicBezTo>
                                        <a:pt x="164" y="350"/>
                                        <a:pt x="127" y="302"/>
                                        <a:pt x="109" y="307"/>
                                      </a:cubicBezTo>
                                      <a:cubicBezTo>
                                        <a:pt x="91" y="312"/>
                                        <a:pt x="73" y="347"/>
                                        <a:pt x="67" y="370"/>
                                      </a:cubicBezTo>
                                      <a:cubicBezTo>
                                        <a:pt x="61" y="393"/>
                                        <a:pt x="76" y="426"/>
                                        <a:pt x="74" y="445"/>
                                      </a:cubicBezTo>
                                      <a:cubicBezTo>
                                        <a:pt x="72" y="464"/>
                                        <a:pt x="61" y="460"/>
                                        <a:pt x="53" y="487"/>
                                      </a:cubicBezTo>
                                      <a:cubicBezTo>
                                        <a:pt x="45" y="514"/>
                                        <a:pt x="14" y="575"/>
                                        <a:pt x="25" y="610"/>
                                      </a:cubicBezTo>
                                      <a:cubicBezTo>
                                        <a:pt x="36" y="645"/>
                                        <a:pt x="85" y="684"/>
                                        <a:pt x="120" y="695"/>
                                      </a:cubicBezTo>
                                      <a:cubicBezTo>
                                        <a:pt x="155" y="706"/>
                                        <a:pt x="199" y="695"/>
                                        <a:pt x="233" y="678"/>
                                      </a:cubicBezTo>
                                      <a:cubicBezTo>
                                        <a:pt x="267" y="661"/>
                                        <a:pt x="299" y="622"/>
                                        <a:pt x="321" y="596"/>
                                      </a:cubicBezTo>
                                      <a:cubicBezTo>
                                        <a:pt x="343" y="570"/>
                                        <a:pt x="349" y="548"/>
                                        <a:pt x="367" y="522"/>
                                      </a:cubicBezTo>
                                      <a:cubicBezTo>
                                        <a:pt x="385" y="496"/>
                                        <a:pt x="405" y="458"/>
                                        <a:pt x="431" y="438"/>
                                      </a:cubicBezTo>
                                      <a:cubicBezTo>
                                        <a:pt x="457" y="418"/>
                                        <a:pt x="516" y="400"/>
                                        <a:pt x="526" y="399"/>
                                      </a:cubicBezTo>
                                      <a:cubicBezTo>
                                        <a:pt x="536" y="398"/>
                                        <a:pt x="511" y="421"/>
                                        <a:pt x="491" y="434"/>
                                      </a:cubicBezTo>
                                      <a:cubicBezTo>
                                        <a:pt x="471" y="447"/>
                                        <a:pt x="427" y="454"/>
                                        <a:pt x="406" y="480"/>
                                      </a:cubicBezTo>
                                      <a:cubicBezTo>
                                        <a:pt x="385" y="506"/>
                                        <a:pt x="367" y="571"/>
                                        <a:pt x="367" y="593"/>
                                      </a:cubicBezTo>
                                      <a:cubicBezTo>
                                        <a:pt x="367" y="615"/>
                                        <a:pt x="415" y="597"/>
                                        <a:pt x="409" y="610"/>
                                      </a:cubicBezTo>
                                      <a:cubicBezTo>
                                        <a:pt x="403" y="623"/>
                                        <a:pt x="357" y="652"/>
                                        <a:pt x="328" y="674"/>
                                      </a:cubicBezTo>
                                      <a:cubicBezTo>
                                        <a:pt x="299" y="696"/>
                                        <a:pt x="268" y="732"/>
                                        <a:pt x="236" y="741"/>
                                      </a:cubicBezTo>
                                      <a:cubicBezTo>
                                        <a:pt x="204" y="750"/>
                                        <a:pt x="165" y="740"/>
                                        <a:pt x="134" y="727"/>
                                      </a:cubicBezTo>
                                      <a:cubicBezTo>
                                        <a:pt x="103" y="714"/>
                                        <a:pt x="71" y="684"/>
                                        <a:pt x="49" y="663"/>
                                      </a:cubicBezTo>
                                      <a:cubicBezTo>
                                        <a:pt x="27" y="642"/>
                                        <a:pt x="6" y="635"/>
                                        <a:pt x="3" y="603"/>
                                      </a:cubicBezTo>
                                      <a:cubicBezTo>
                                        <a:pt x="0" y="571"/>
                                        <a:pt x="19" y="515"/>
                                        <a:pt x="28" y="469"/>
                                      </a:cubicBezTo>
                                      <a:cubicBezTo>
                                        <a:pt x="37" y="423"/>
                                        <a:pt x="46" y="370"/>
                                        <a:pt x="56" y="328"/>
                                      </a:cubicBezTo>
                                      <a:cubicBezTo>
                                        <a:pt x="66" y="286"/>
                                        <a:pt x="76" y="238"/>
                                        <a:pt x="88" y="219"/>
                                      </a:cubicBezTo>
                                      <a:cubicBezTo>
                                        <a:pt x="100" y="200"/>
                                        <a:pt x="122" y="229"/>
                                        <a:pt x="131" y="215"/>
                                      </a:cubicBezTo>
                                      <a:cubicBezTo>
                                        <a:pt x="140" y="201"/>
                                        <a:pt x="144" y="167"/>
                                        <a:pt x="141" y="134"/>
                                      </a:cubicBezTo>
                                      <a:cubicBezTo>
                                        <a:pt x="138" y="101"/>
                                        <a:pt x="118" y="37"/>
                                        <a:pt x="113" y="18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" name="Freeform 761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93" y="7690"/>
                                  <a:ext cx="936" cy="1140"/>
                                </a:xfrm>
                                <a:custGeom>
                                  <a:avLst/>
                                  <a:gdLst>
                                    <a:gd name="T0" fmla="*/ 41 w 491"/>
                                    <a:gd name="T1" fmla="*/ 257 h 738"/>
                                    <a:gd name="T2" fmla="*/ 158 w 491"/>
                                    <a:gd name="T3" fmla="*/ 352 h 738"/>
                                    <a:gd name="T4" fmla="*/ 225 w 491"/>
                                    <a:gd name="T5" fmla="*/ 285 h 738"/>
                                    <a:gd name="T6" fmla="*/ 334 w 491"/>
                                    <a:gd name="T7" fmla="*/ 264 h 738"/>
                                    <a:gd name="T8" fmla="*/ 387 w 491"/>
                                    <a:gd name="T9" fmla="*/ 239 h 738"/>
                                    <a:gd name="T10" fmla="*/ 398 w 491"/>
                                    <a:gd name="T11" fmla="*/ 151 h 738"/>
                                    <a:gd name="T12" fmla="*/ 398 w 491"/>
                                    <a:gd name="T13" fmla="*/ 59 h 738"/>
                                    <a:gd name="T14" fmla="*/ 475 w 491"/>
                                    <a:gd name="T15" fmla="*/ 13 h 738"/>
                                    <a:gd name="T16" fmla="*/ 454 w 491"/>
                                    <a:gd name="T17" fmla="*/ 137 h 738"/>
                                    <a:gd name="T18" fmla="*/ 436 w 491"/>
                                    <a:gd name="T19" fmla="*/ 250 h 738"/>
                                    <a:gd name="T20" fmla="*/ 355 w 491"/>
                                    <a:gd name="T21" fmla="*/ 271 h 738"/>
                                    <a:gd name="T22" fmla="*/ 256 w 491"/>
                                    <a:gd name="T23" fmla="*/ 285 h 738"/>
                                    <a:gd name="T24" fmla="*/ 221 w 491"/>
                                    <a:gd name="T25" fmla="*/ 334 h 738"/>
                                    <a:gd name="T26" fmla="*/ 207 w 491"/>
                                    <a:gd name="T27" fmla="*/ 412 h 738"/>
                                    <a:gd name="T28" fmla="*/ 246 w 491"/>
                                    <a:gd name="T29" fmla="*/ 465 h 738"/>
                                    <a:gd name="T30" fmla="*/ 218 w 491"/>
                                    <a:gd name="T31" fmla="*/ 514 h 738"/>
                                    <a:gd name="T32" fmla="*/ 274 w 491"/>
                                    <a:gd name="T33" fmla="*/ 634 h 738"/>
                                    <a:gd name="T34" fmla="*/ 405 w 491"/>
                                    <a:gd name="T35" fmla="*/ 648 h 738"/>
                                    <a:gd name="T36" fmla="*/ 451 w 491"/>
                                    <a:gd name="T37" fmla="*/ 588 h 738"/>
                                    <a:gd name="T38" fmla="*/ 486 w 491"/>
                                    <a:gd name="T39" fmla="*/ 490 h 738"/>
                                    <a:gd name="T40" fmla="*/ 479 w 491"/>
                                    <a:gd name="T41" fmla="*/ 571 h 738"/>
                                    <a:gd name="T42" fmla="*/ 468 w 491"/>
                                    <a:gd name="T43" fmla="*/ 677 h 738"/>
                                    <a:gd name="T44" fmla="*/ 369 w 491"/>
                                    <a:gd name="T45" fmla="*/ 733 h 738"/>
                                    <a:gd name="T46" fmla="*/ 249 w 491"/>
                                    <a:gd name="T47" fmla="*/ 708 h 738"/>
                                    <a:gd name="T48" fmla="*/ 189 w 491"/>
                                    <a:gd name="T49" fmla="*/ 648 h 738"/>
                                    <a:gd name="T50" fmla="*/ 161 w 491"/>
                                    <a:gd name="T51" fmla="*/ 525 h 738"/>
                                    <a:gd name="T52" fmla="*/ 158 w 491"/>
                                    <a:gd name="T53" fmla="*/ 430 h 738"/>
                                    <a:gd name="T54" fmla="*/ 73 w 491"/>
                                    <a:gd name="T55" fmla="*/ 405 h 738"/>
                                    <a:gd name="T56" fmla="*/ 6 w 491"/>
                                    <a:gd name="T57" fmla="*/ 345 h 738"/>
                                    <a:gd name="T58" fmla="*/ 41 w 491"/>
                                    <a:gd name="T59" fmla="*/ 257 h 7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</a:cxnLst>
                                  <a:rect l="0" t="0" r="r" b="b"/>
                                  <a:pathLst>
                                    <a:path w="491" h="738">
                                      <a:moveTo>
                                        <a:pt x="41" y="257"/>
                                      </a:moveTo>
                                      <a:cubicBezTo>
                                        <a:pt x="66" y="258"/>
                                        <a:pt x="127" y="347"/>
                                        <a:pt x="158" y="352"/>
                                      </a:cubicBezTo>
                                      <a:cubicBezTo>
                                        <a:pt x="189" y="357"/>
                                        <a:pt x="196" y="300"/>
                                        <a:pt x="225" y="285"/>
                                      </a:cubicBezTo>
                                      <a:cubicBezTo>
                                        <a:pt x="254" y="270"/>
                                        <a:pt x="307" y="272"/>
                                        <a:pt x="334" y="264"/>
                                      </a:cubicBezTo>
                                      <a:cubicBezTo>
                                        <a:pt x="361" y="256"/>
                                        <a:pt x="376" y="258"/>
                                        <a:pt x="387" y="239"/>
                                      </a:cubicBezTo>
                                      <a:cubicBezTo>
                                        <a:pt x="398" y="220"/>
                                        <a:pt x="396" y="181"/>
                                        <a:pt x="398" y="151"/>
                                      </a:cubicBezTo>
                                      <a:cubicBezTo>
                                        <a:pt x="400" y="121"/>
                                        <a:pt x="385" y="82"/>
                                        <a:pt x="398" y="59"/>
                                      </a:cubicBezTo>
                                      <a:cubicBezTo>
                                        <a:pt x="411" y="36"/>
                                        <a:pt x="466" y="0"/>
                                        <a:pt x="475" y="13"/>
                                      </a:cubicBezTo>
                                      <a:cubicBezTo>
                                        <a:pt x="484" y="26"/>
                                        <a:pt x="460" y="98"/>
                                        <a:pt x="454" y="137"/>
                                      </a:cubicBezTo>
                                      <a:cubicBezTo>
                                        <a:pt x="448" y="176"/>
                                        <a:pt x="453" y="228"/>
                                        <a:pt x="436" y="250"/>
                                      </a:cubicBezTo>
                                      <a:cubicBezTo>
                                        <a:pt x="419" y="272"/>
                                        <a:pt x="385" y="265"/>
                                        <a:pt x="355" y="271"/>
                                      </a:cubicBezTo>
                                      <a:cubicBezTo>
                                        <a:pt x="325" y="277"/>
                                        <a:pt x="278" y="275"/>
                                        <a:pt x="256" y="285"/>
                                      </a:cubicBezTo>
                                      <a:cubicBezTo>
                                        <a:pt x="234" y="295"/>
                                        <a:pt x="229" y="313"/>
                                        <a:pt x="221" y="334"/>
                                      </a:cubicBezTo>
                                      <a:cubicBezTo>
                                        <a:pt x="213" y="355"/>
                                        <a:pt x="203" y="390"/>
                                        <a:pt x="207" y="412"/>
                                      </a:cubicBezTo>
                                      <a:cubicBezTo>
                                        <a:pt x="211" y="434"/>
                                        <a:pt x="244" y="448"/>
                                        <a:pt x="246" y="465"/>
                                      </a:cubicBezTo>
                                      <a:cubicBezTo>
                                        <a:pt x="248" y="482"/>
                                        <a:pt x="213" y="486"/>
                                        <a:pt x="218" y="514"/>
                                      </a:cubicBezTo>
                                      <a:cubicBezTo>
                                        <a:pt x="223" y="542"/>
                                        <a:pt x="243" y="612"/>
                                        <a:pt x="274" y="634"/>
                                      </a:cubicBezTo>
                                      <a:cubicBezTo>
                                        <a:pt x="305" y="656"/>
                                        <a:pt x="376" y="656"/>
                                        <a:pt x="405" y="648"/>
                                      </a:cubicBezTo>
                                      <a:cubicBezTo>
                                        <a:pt x="434" y="640"/>
                                        <a:pt x="438" y="614"/>
                                        <a:pt x="451" y="588"/>
                                      </a:cubicBezTo>
                                      <a:cubicBezTo>
                                        <a:pt x="464" y="562"/>
                                        <a:pt x="481" y="493"/>
                                        <a:pt x="486" y="490"/>
                                      </a:cubicBezTo>
                                      <a:cubicBezTo>
                                        <a:pt x="491" y="487"/>
                                        <a:pt x="482" y="540"/>
                                        <a:pt x="479" y="571"/>
                                      </a:cubicBezTo>
                                      <a:cubicBezTo>
                                        <a:pt x="476" y="602"/>
                                        <a:pt x="486" y="650"/>
                                        <a:pt x="468" y="677"/>
                                      </a:cubicBezTo>
                                      <a:cubicBezTo>
                                        <a:pt x="450" y="704"/>
                                        <a:pt x="405" y="728"/>
                                        <a:pt x="369" y="733"/>
                                      </a:cubicBezTo>
                                      <a:cubicBezTo>
                                        <a:pt x="333" y="738"/>
                                        <a:pt x="279" y="722"/>
                                        <a:pt x="249" y="708"/>
                                      </a:cubicBezTo>
                                      <a:cubicBezTo>
                                        <a:pt x="219" y="694"/>
                                        <a:pt x="204" y="678"/>
                                        <a:pt x="189" y="648"/>
                                      </a:cubicBezTo>
                                      <a:cubicBezTo>
                                        <a:pt x="174" y="618"/>
                                        <a:pt x="166" y="561"/>
                                        <a:pt x="161" y="525"/>
                                      </a:cubicBezTo>
                                      <a:cubicBezTo>
                                        <a:pt x="156" y="489"/>
                                        <a:pt x="173" y="450"/>
                                        <a:pt x="158" y="430"/>
                                      </a:cubicBezTo>
                                      <a:cubicBezTo>
                                        <a:pt x="143" y="410"/>
                                        <a:pt x="98" y="419"/>
                                        <a:pt x="73" y="405"/>
                                      </a:cubicBezTo>
                                      <a:cubicBezTo>
                                        <a:pt x="48" y="391"/>
                                        <a:pt x="12" y="370"/>
                                        <a:pt x="6" y="345"/>
                                      </a:cubicBezTo>
                                      <a:cubicBezTo>
                                        <a:pt x="0" y="320"/>
                                        <a:pt x="16" y="256"/>
                                        <a:pt x="41" y="25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" name="Freeform 76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61" y="8736"/>
                                  <a:ext cx="679" cy="1127"/>
                                </a:xfrm>
                                <a:custGeom>
                                  <a:avLst/>
                                  <a:gdLst>
                                    <a:gd name="T0" fmla="*/ 55 w 356"/>
                                    <a:gd name="T1" fmla="*/ 154 h 729"/>
                                    <a:gd name="T2" fmla="*/ 157 w 356"/>
                                    <a:gd name="T3" fmla="*/ 256 h 729"/>
                                    <a:gd name="T4" fmla="*/ 312 w 356"/>
                                    <a:gd name="T5" fmla="*/ 595 h 729"/>
                                    <a:gd name="T6" fmla="*/ 348 w 356"/>
                                    <a:gd name="T7" fmla="*/ 701 h 729"/>
                                    <a:gd name="T8" fmla="*/ 266 w 356"/>
                                    <a:gd name="T9" fmla="*/ 429 h 729"/>
                                    <a:gd name="T10" fmla="*/ 210 w 356"/>
                                    <a:gd name="T11" fmla="*/ 253 h 729"/>
                                    <a:gd name="T12" fmla="*/ 72 w 356"/>
                                    <a:gd name="T13" fmla="*/ 73 h 729"/>
                                    <a:gd name="T14" fmla="*/ 2 w 356"/>
                                    <a:gd name="T15" fmla="*/ 6 h 729"/>
                                    <a:gd name="T16" fmla="*/ 58 w 356"/>
                                    <a:gd name="T17" fmla="*/ 112 h 729"/>
                                    <a:gd name="T18" fmla="*/ 55 w 356"/>
                                    <a:gd name="T19" fmla="*/ 154 h 72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356" h="729">
                                      <a:moveTo>
                                        <a:pt x="55" y="154"/>
                                      </a:moveTo>
                                      <a:cubicBezTo>
                                        <a:pt x="71" y="178"/>
                                        <a:pt x="114" y="183"/>
                                        <a:pt x="157" y="256"/>
                                      </a:cubicBezTo>
                                      <a:cubicBezTo>
                                        <a:pt x="200" y="329"/>
                                        <a:pt x="280" y="521"/>
                                        <a:pt x="312" y="595"/>
                                      </a:cubicBezTo>
                                      <a:cubicBezTo>
                                        <a:pt x="344" y="669"/>
                                        <a:pt x="356" y="729"/>
                                        <a:pt x="348" y="701"/>
                                      </a:cubicBezTo>
                                      <a:cubicBezTo>
                                        <a:pt x="340" y="673"/>
                                        <a:pt x="289" y="504"/>
                                        <a:pt x="266" y="429"/>
                                      </a:cubicBezTo>
                                      <a:cubicBezTo>
                                        <a:pt x="243" y="354"/>
                                        <a:pt x="242" y="312"/>
                                        <a:pt x="210" y="253"/>
                                      </a:cubicBezTo>
                                      <a:cubicBezTo>
                                        <a:pt x="178" y="194"/>
                                        <a:pt x="107" y="114"/>
                                        <a:pt x="72" y="73"/>
                                      </a:cubicBezTo>
                                      <a:cubicBezTo>
                                        <a:pt x="37" y="32"/>
                                        <a:pt x="4" y="0"/>
                                        <a:pt x="2" y="6"/>
                                      </a:cubicBezTo>
                                      <a:cubicBezTo>
                                        <a:pt x="0" y="12"/>
                                        <a:pt x="49" y="88"/>
                                        <a:pt x="58" y="112"/>
                                      </a:cubicBezTo>
                                      <a:cubicBezTo>
                                        <a:pt x="67" y="136"/>
                                        <a:pt x="39" y="130"/>
                                        <a:pt x="55" y="15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1" name="Freeform 763"/>
                              <wps:cNvSpPr>
                                <a:spLocks/>
                              </wps:cNvSpPr>
                              <wps:spPr bwMode="auto">
                                <a:xfrm>
                                  <a:off x="4590" y="8790"/>
                                  <a:ext cx="366" cy="662"/>
                                </a:xfrm>
                                <a:custGeom>
                                  <a:avLst/>
                                  <a:gdLst>
                                    <a:gd name="T0" fmla="*/ 160 w 191"/>
                                    <a:gd name="T1" fmla="*/ 32 h 429"/>
                                    <a:gd name="T2" fmla="*/ 79 w 191"/>
                                    <a:gd name="T3" fmla="*/ 191 h 429"/>
                                    <a:gd name="T4" fmla="*/ 1 w 191"/>
                                    <a:gd name="T5" fmla="*/ 416 h 429"/>
                                    <a:gd name="T6" fmla="*/ 72 w 191"/>
                                    <a:gd name="T7" fmla="*/ 268 h 429"/>
                                    <a:gd name="T8" fmla="*/ 150 w 191"/>
                                    <a:gd name="T9" fmla="*/ 169 h 429"/>
                                    <a:gd name="T10" fmla="*/ 174 w 191"/>
                                    <a:gd name="T11" fmla="*/ 141 h 429"/>
                                    <a:gd name="T12" fmla="*/ 188 w 191"/>
                                    <a:gd name="T13" fmla="*/ 14 h 429"/>
                                    <a:gd name="T14" fmla="*/ 157 w 191"/>
                                    <a:gd name="T15" fmla="*/ 56 h 42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191" h="429">
                                      <a:moveTo>
                                        <a:pt x="160" y="32"/>
                                      </a:moveTo>
                                      <a:cubicBezTo>
                                        <a:pt x="133" y="79"/>
                                        <a:pt x="106" y="127"/>
                                        <a:pt x="79" y="191"/>
                                      </a:cubicBezTo>
                                      <a:cubicBezTo>
                                        <a:pt x="52" y="255"/>
                                        <a:pt x="2" y="403"/>
                                        <a:pt x="1" y="416"/>
                                      </a:cubicBezTo>
                                      <a:cubicBezTo>
                                        <a:pt x="0" y="429"/>
                                        <a:pt x="47" y="309"/>
                                        <a:pt x="72" y="268"/>
                                      </a:cubicBezTo>
                                      <a:cubicBezTo>
                                        <a:pt x="97" y="227"/>
                                        <a:pt x="133" y="190"/>
                                        <a:pt x="150" y="169"/>
                                      </a:cubicBezTo>
                                      <a:cubicBezTo>
                                        <a:pt x="167" y="148"/>
                                        <a:pt x="168" y="167"/>
                                        <a:pt x="174" y="141"/>
                                      </a:cubicBezTo>
                                      <a:cubicBezTo>
                                        <a:pt x="180" y="115"/>
                                        <a:pt x="191" y="28"/>
                                        <a:pt x="188" y="14"/>
                                      </a:cubicBezTo>
                                      <a:cubicBezTo>
                                        <a:pt x="185" y="0"/>
                                        <a:pt x="171" y="28"/>
                                        <a:pt x="157" y="56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2" name="Freeform 7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56" y="3286"/>
                                  <a:ext cx="2090" cy="7936"/>
                                </a:xfrm>
                                <a:custGeom>
                                  <a:avLst/>
                                  <a:gdLst>
                                    <a:gd name="T0" fmla="*/ 2090 w 2090"/>
                                    <a:gd name="T1" fmla="*/ 0 h 7936"/>
                                    <a:gd name="T2" fmla="*/ 2083 w 2090"/>
                                    <a:gd name="T3" fmla="*/ 408 h 7936"/>
                                    <a:gd name="T4" fmla="*/ 2068 w 2090"/>
                                    <a:gd name="T5" fmla="*/ 757 h 7936"/>
                                    <a:gd name="T6" fmla="*/ 1962 w 2090"/>
                                    <a:gd name="T7" fmla="*/ 1131 h 7936"/>
                                    <a:gd name="T8" fmla="*/ 1610 w 2090"/>
                                    <a:gd name="T9" fmla="*/ 1718 h 7936"/>
                                    <a:gd name="T10" fmla="*/ 1213 w 2090"/>
                                    <a:gd name="T11" fmla="*/ 2441 h 7936"/>
                                    <a:gd name="T12" fmla="*/ 838 w 2090"/>
                                    <a:gd name="T13" fmla="*/ 4019 h 7936"/>
                                    <a:gd name="T14" fmla="*/ 532 w 2090"/>
                                    <a:gd name="T15" fmla="*/ 5134 h 7936"/>
                                    <a:gd name="T16" fmla="*/ 189 w 2090"/>
                                    <a:gd name="T17" fmla="*/ 5592 h 7936"/>
                                    <a:gd name="T18" fmla="*/ 30 w 2090"/>
                                    <a:gd name="T19" fmla="*/ 6351 h 7936"/>
                                    <a:gd name="T20" fmla="*/ 12 w 2090"/>
                                    <a:gd name="T21" fmla="*/ 7126 h 7936"/>
                                    <a:gd name="T22" fmla="*/ 30 w 2090"/>
                                    <a:gd name="T23" fmla="*/ 7936 h 79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2090" h="7936">
                                      <a:moveTo>
                                        <a:pt x="2090" y="0"/>
                                      </a:moveTo>
                                      <a:cubicBezTo>
                                        <a:pt x="2088" y="68"/>
                                        <a:pt x="2086" y="282"/>
                                        <a:pt x="2083" y="408"/>
                                      </a:cubicBezTo>
                                      <a:cubicBezTo>
                                        <a:pt x="2078" y="534"/>
                                        <a:pt x="2088" y="637"/>
                                        <a:pt x="2068" y="757"/>
                                      </a:cubicBezTo>
                                      <a:cubicBezTo>
                                        <a:pt x="2048" y="877"/>
                                        <a:pt x="2038" y="971"/>
                                        <a:pt x="1962" y="1131"/>
                                      </a:cubicBezTo>
                                      <a:cubicBezTo>
                                        <a:pt x="1886" y="1291"/>
                                        <a:pt x="1735" y="1500"/>
                                        <a:pt x="1610" y="1718"/>
                                      </a:cubicBezTo>
                                      <a:cubicBezTo>
                                        <a:pt x="1485" y="1936"/>
                                        <a:pt x="1341" y="2057"/>
                                        <a:pt x="1213" y="2441"/>
                                      </a:cubicBezTo>
                                      <a:cubicBezTo>
                                        <a:pt x="1085" y="2824"/>
                                        <a:pt x="951" y="3570"/>
                                        <a:pt x="838" y="4019"/>
                                      </a:cubicBezTo>
                                      <a:cubicBezTo>
                                        <a:pt x="724" y="4468"/>
                                        <a:pt x="640" y="4872"/>
                                        <a:pt x="532" y="5134"/>
                                      </a:cubicBezTo>
                                      <a:cubicBezTo>
                                        <a:pt x="425" y="5397"/>
                                        <a:pt x="273" y="5389"/>
                                        <a:pt x="189" y="5592"/>
                                      </a:cubicBezTo>
                                      <a:cubicBezTo>
                                        <a:pt x="106" y="5795"/>
                                        <a:pt x="61" y="6096"/>
                                        <a:pt x="30" y="6351"/>
                                      </a:cubicBezTo>
                                      <a:cubicBezTo>
                                        <a:pt x="0" y="6607"/>
                                        <a:pt x="12" y="6862"/>
                                        <a:pt x="12" y="7126"/>
                                      </a:cubicBezTo>
                                      <a:cubicBezTo>
                                        <a:pt x="12" y="7390"/>
                                        <a:pt x="26" y="7768"/>
                                        <a:pt x="30" y="793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3" name="Freeform 765"/>
                              <wps:cNvSpPr>
                                <a:spLocks/>
                              </wps:cNvSpPr>
                              <wps:spPr bwMode="auto">
                                <a:xfrm>
                                  <a:off x="6329" y="3279"/>
                                  <a:ext cx="1773" cy="7960"/>
                                </a:xfrm>
                                <a:custGeom>
                                  <a:avLst/>
                                  <a:gdLst>
                                    <a:gd name="T0" fmla="*/ 0 w 1773"/>
                                    <a:gd name="T1" fmla="*/ 0 h 7960"/>
                                    <a:gd name="T2" fmla="*/ 33 w 1773"/>
                                    <a:gd name="T3" fmla="*/ 729 h 7960"/>
                                    <a:gd name="T4" fmla="*/ 140 w 1773"/>
                                    <a:gd name="T5" fmla="*/ 1256 h 7960"/>
                                    <a:gd name="T6" fmla="*/ 597 w 1773"/>
                                    <a:gd name="T7" fmla="*/ 2259 h 7960"/>
                                    <a:gd name="T8" fmla="*/ 739 w 1773"/>
                                    <a:gd name="T9" fmla="*/ 2928 h 7960"/>
                                    <a:gd name="T10" fmla="*/ 851 w 1773"/>
                                    <a:gd name="T11" fmla="*/ 4114 h 7960"/>
                                    <a:gd name="T12" fmla="*/ 997 w 1773"/>
                                    <a:gd name="T13" fmla="*/ 4915 h 7960"/>
                                    <a:gd name="T14" fmla="*/ 1092 w 1773"/>
                                    <a:gd name="T15" fmla="*/ 5228 h 7960"/>
                                    <a:gd name="T16" fmla="*/ 1499 w 1773"/>
                                    <a:gd name="T17" fmla="*/ 5825 h 7960"/>
                                    <a:gd name="T18" fmla="*/ 1606 w 1773"/>
                                    <a:gd name="T19" fmla="*/ 6856 h 7960"/>
                                    <a:gd name="T20" fmla="*/ 1747 w 1773"/>
                                    <a:gd name="T21" fmla="*/ 7616 h 7960"/>
                                    <a:gd name="T22" fmla="*/ 1764 w 1773"/>
                                    <a:gd name="T23" fmla="*/ 7960 h 796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1773" h="7960">
                                      <a:moveTo>
                                        <a:pt x="0" y="0"/>
                                      </a:moveTo>
                                      <a:cubicBezTo>
                                        <a:pt x="5" y="121"/>
                                        <a:pt x="10" y="520"/>
                                        <a:pt x="33" y="729"/>
                                      </a:cubicBezTo>
                                      <a:cubicBezTo>
                                        <a:pt x="56" y="938"/>
                                        <a:pt x="46" y="1001"/>
                                        <a:pt x="140" y="1256"/>
                                      </a:cubicBezTo>
                                      <a:cubicBezTo>
                                        <a:pt x="234" y="1511"/>
                                        <a:pt x="497" y="1980"/>
                                        <a:pt x="597" y="2259"/>
                                      </a:cubicBezTo>
                                      <a:cubicBezTo>
                                        <a:pt x="697" y="2538"/>
                                        <a:pt x="697" y="2619"/>
                                        <a:pt x="739" y="2928"/>
                                      </a:cubicBezTo>
                                      <a:cubicBezTo>
                                        <a:pt x="781" y="3238"/>
                                        <a:pt x="808" y="3782"/>
                                        <a:pt x="851" y="4114"/>
                                      </a:cubicBezTo>
                                      <a:cubicBezTo>
                                        <a:pt x="894" y="4445"/>
                                        <a:pt x="957" y="4730"/>
                                        <a:pt x="997" y="4915"/>
                                      </a:cubicBezTo>
                                      <a:cubicBezTo>
                                        <a:pt x="1037" y="5100"/>
                                        <a:pt x="1008" y="5077"/>
                                        <a:pt x="1092" y="5228"/>
                                      </a:cubicBezTo>
                                      <a:cubicBezTo>
                                        <a:pt x="1175" y="5380"/>
                                        <a:pt x="1413" y="5554"/>
                                        <a:pt x="1499" y="5825"/>
                                      </a:cubicBezTo>
                                      <a:cubicBezTo>
                                        <a:pt x="1584" y="6097"/>
                                        <a:pt x="1565" y="6557"/>
                                        <a:pt x="1606" y="6856"/>
                                      </a:cubicBezTo>
                                      <a:cubicBezTo>
                                        <a:pt x="1647" y="7155"/>
                                        <a:pt x="1720" y="7432"/>
                                        <a:pt x="1747" y="7616"/>
                                      </a:cubicBezTo>
                                      <a:cubicBezTo>
                                        <a:pt x="1773" y="7800"/>
                                        <a:pt x="1760" y="7888"/>
                                        <a:pt x="1764" y="796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" name="Freeform 7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80" y="5096"/>
                                  <a:ext cx="423" cy="1741"/>
                                </a:xfrm>
                                <a:custGeom>
                                  <a:avLst/>
                                  <a:gdLst>
                                    <a:gd name="T0" fmla="*/ 11 w 436"/>
                                    <a:gd name="T1" fmla="*/ 1794 h 1794"/>
                                    <a:gd name="T2" fmla="*/ 40 w 436"/>
                                    <a:gd name="T3" fmla="*/ 1257 h 1794"/>
                                    <a:gd name="T4" fmla="*/ 10 w 436"/>
                                    <a:gd name="T5" fmla="*/ 776 h 1794"/>
                                    <a:gd name="T6" fmla="*/ 100 w 436"/>
                                    <a:gd name="T7" fmla="*/ 401 h 1794"/>
                                    <a:gd name="T8" fmla="*/ 296 w 436"/>
                                    <a:gd name="T9" fmla="*/ 102 h 1794"/>
                                    <a:gd name="T10" fmla="*/ 378 w 436"/>
                                    <a:gd name="T11" fmla="*/ 1 h 1794"/>
                                    <a:gd name="T12" fmla="*/ 359 w 436"/>
                                    <a:gd name="T13" fmla="*/ 97 h 1794"/>
                                    <a:gd name="T14" fmla="*/ 436 w 436"/>
                                    <a:gd name="T15" fmla="*/ 262 h 179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436" h="1794">
                                      <a:moveTo>
                                        <a:pt x="11" y="1794"/>
                                      </a:moveTo>
                                      <a:cubicBezTo>
                                        <a:pt x="29" y="1610"/>
                                        <a:pt x="40" y="1427"/>
                                        <a:pt x="40" y="1257"/>
                                      </a:cubicBezTo>
                                      <a:cubicBezTo>
                                        <a:pt x="40" y="1087"/>
                                        <a:pt x="0" y="919"/>
                                        <a:pt x="10" y="776"/>
                                      </a:cubicBezTo>
                                      <a:cubicBezTo>
                                        <a:pt x="20" y="633"/>
                                        <a:pt x="52" y="513"/>
                                        <a:pt x="100" y="401"/>
                                      </a:cubicBezTo>
                                      <a:cubicBezTo>
                                        <a:pt x="148" y="289"/>
                                        <a:pt x="250" y="169"/>
                                        <a:pt x="296" y="102"/>
                                      </a:cubicBezTo>
                                      <a:cubicBezTo>
                                        <a:pt x="342" y="35"/>
                                        <a:pt x="368" y="2"/>
                                        <a:pt x="378" y="1"/>
                                      </a:cubicBezTo>
                                      <a:cubicBezTo>
                                        <a:pt x="388" y="0"/>
                                        <a:pt x="349" y="54"/>
                                        <a:pt x="359" y="97"/>
                                      </a:cubicBezTo>
                                      <a:cubicBezTo>
                                        <a:pt x="369" y="140"/>
                                        <a:pt x="402" y="201"/>
                                        <a:pt x="436" y="2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" name="Freeform 76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41" y="5004"/>
                                  <a:ext cx="436" cy="1790"/>
                                </a:xfrm>
                                <a:custGeom>
                                  <a:avLst/>
                                  <a:gdLst>
                                    <a:gd name="T0" fmla="*/ 353 w 415"/>
                                    <a:gd name="T1" fmla="*/ 1702 h 1702"/>
                                    <a:gd name="T2" fmla="*/ 344 w 415"/>
                                    <a:gd name="T3" fmla="*/ 1319 h 1702"/>
                                    <a:gd name="T4" fmla="*/ 380 w 415"/>
                                    <a:gd name="T5" fmla="*/ 1006 h 1702"/>
                                    <a:gd name="T6" fmla="*/ 408 w 415"/>
                                    <a:gd name="T7" fmla="*/ 754 h 1702"/>
                                    <a:gd name="T8" fmla="*/ 335 w 415"/>
                                    <a:gd name="T9" fmla="*/ 467 h 1702"/>
                                    <a:gd name="T10" fmla="*/ 177 w 415"/>
                                    <a:gd name="T11" fmla="*/ 180 h 1702"/>
                                    <a:gd name="T12" fmla="*/ 87 w 415"/>
                                    <a:gd name="T13" fmla="*/ 7 h 1702"/>
                                    <a:gd name="T14" fmla="*/ 77 w 415"/>
                                    <a:gd name="T15" fmla="*/ 137 h 1702"/>
                                    <a:gd name="T16" fmla="*/ 0 w 415"/>
                                    <a:gd name="T17" fmla="*/ 324 h 17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15" h="1702">
                                      <a:moveTo>
                                        <a:pt x="353" y="1702"/>
                                      </a:moveTo>
                                      <a:cubicBezTo>
                                        <a:pt x="346" y="1568"/>
                                        <a:pt x="340" y="1435"/>
                                        <a:pt x="344" y="1319"/>
                                      </a:cubicBezTo>
                                      <a:cubicBezTo>
                                        <a:pt x="349" y="1203"/>
                                        <a:pt x="369" y="1100"/>
                                        <a:pt x="380" y="1006"/>
                                      </a:cubicBezTo>
                                      <a:cubicBezTo>
                                        <a:pt x="391" y="912"/>
                                        <a:pt x="415" y="844"/>
                                        <a:pt x="408" y="754"/>
                                      </a:cubicBezTo>
                                      <a:cubicBezTo>
                                        <a:pt x="401" y="664"/>
                                        <a:pt x="373" y="563"/>
                                        <a:pt x="335" y="467"/>
                                      </a:cubicBezTo>
                                      <a:cubicBezTo>
                                        <a:pt x="297" y="371"/>
                                        <a:pt x="219" y="257"/>
                                        <a:pt x="177" y="180"/>
                                      </a:cubicBezTo>
                                      <a:cubicBezTo>
                                        <a:pt x="136" y="103"/>
                                        <a:pt x="103" y="15"/>
                                        <a:pt x="87" y="7"/>
                                      </a:cubicBezTo>
                                      <a:cubicBezTo>
                                        <a:pt x="70" y="0"/>
                                        <a:pt x="91" y="84"/>
                                        <a:pt x="77" y="137"/>
                                      </a:cubicBezTo>
                                      <a:cubicBezTo>
                                        <a:pt x="62" y="189"/>
                                        <a:pt x="33" y="256"/>
                                        <a:pt x="0" y="32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6" name="Freeform 7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792" y="4341"/>
                                  <a:ext cx="651" cy="971"/>
                                </a:xfrm>
                                <a:custGeom>
                                  <a:avLst/>
                                  <a:gdLst>
                                    <a:gd name="T0" fmla="*/ 51 w 651"/>
                                    <a:gd name="T1" fmla="*/ 966 h 971"/>
                                    <a:gd name="T2" fmla="*/ 1 w 651"/>
                                    <a:gd name="T3" fmla="*/ 860 h 971"/>
                                    <a:gd name="T4" fmla="*/ 43 w 651"/>
                                    <a:gd name="T5" fmla="*/ 685 h 971"/>
                                    <a:gd name="T6" fmla="*/ 125 w 651"/>
                                    <a:gd name="T7" fmla="*/ 511 h 971"/>
                                    <a:gd name="T8" fmla="*/ 248 w 651"/>
                                    <a:gd name="T9" fmla="*/ 307 h 971"/>
                                    <a:gd name="T10" fmla="*/ 438 w 651"/>
                                    <a:gd name="T11" fmla="*/ 16 h 971"/>
                                    <a:gd name="T12" fmla="*/ 518 w 651"/>
                                    <a:gd name="T13" fmla="*/ 212 h 971"/>
                                    <a:gd name="T14" fmla="*/ 623 w 651"/>
                                    <a:gd name="T15" fmla="*/ 538 h 971"/>
                                    <a:gd name="T16" fmla="*/ 642 w 651"/>
                                    <a:gd name="T17" fmla="*/ 704 h 971"/>
                                    <a:gd name="T18" fmla="*/ 642 w 651"/>
                                    <a:gd name="T19" fmla="*/ 820 h 971"/>
                                    <a:gd name="T20" fmla="*/ 591 w 651"/>
                                    <a:gd name="T21" fmla="*/ 971 h 97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651" h="971">
                                      <a:moveTo>
                                        <a:pt x="51" y="966"/>
                                      </a:moveTo>
                                      <a:cubicBezTo>
                                        <a:pt x="43" y="949"/>
                                        <a:pt x="2" y="907"/>
                                        <a:pt x="1" y="860"/>
                                      </a:cubicBezTo>
                                      <a:cubicBezTo>
                                        <a:pt x="0" y="814"/>
                                        <a:pt x="22" y="743"/>
                                        <a:pt x="43" y="685"/>
                                      </a:cubicBezTo>
                                      <a:cubicBezTo>
                                        <a:pt x="63" y="626"/>
                                        <a:pt x="91" y="574"/>
                                        <a:pt x="125" y="511"/>
                                      </a:cubicBezTo>
                                      <a:cubicBezTo>
                                        <a:pt x="159" y="448"/>
                                        <a:pt x="196" y="389"/>
                                        <a:pt x="248" y="307"/>
                                      </a:cubicBezTo>
                                      <a:cubicBezTo>
                                        <a:pt x="301" y="224"/>
                                        <a:pt x="393" y="31"/>
                                        <a:pt x="438" y="16"/>
                                      </a:cubicBezTo>
                                      <a:cubicBezTo>
                                        <a:pt x="482" y="0"/>
                                        <a:pt x="487" y="125"/>
                                        <a:pt x="518" y="212"/>
                                      </a:cubicBezTo>
                                      <a:cubicBezTo>
                                        <a:pt x="549" y="299"/>
                                        <a:pt x="602" y="456"/>
                                        <a:pt x="623" y="538"/>
                                      </a:cubicBezTo>
                                      <a:cubicBezTo>
                                        <a:pt x="644" y="620"/>
                                        <a:pt x="639" y="657"/>
                                        <a:pt x="642" y="704"/>
                                      </a:cubicBezTo>
                                      <a:cubicBezTo>
                                        <a:pt x="645" y="751"/>
                                        <a:pt x="651" y="776"/>
                                        <a:pt x="642" y="820"/>
                                      </a:cubicBezTo>
                                      <a:cubicBezTo>
                                        <a:pt x="634" y="865"/>
                                        <a:pt x="612" y="918"/>
                                        <a:pt x="591" y="97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7" name="Freeform 769"/>
                              <wps:cNvSpPr>
                                <a:spLocks/>
                              </wps:cNvSpPr>
                              <wps:spPr bwMode="auto">
                                <a:xfrm>
                                  <a:off x="4441" y="5952"/>
                                  <a:ext cx="916" cy="5274"/>
                                </a:xfrm>
                                <a:custGeom>
                                  <a:avLst/>
                                  <a:gdLst>
                                    <a:gd name="T0" fmla="*/ 854 w 871"/>
                                    <a:gd name="T1" fmla="*/ 833 h 5016"/>
                                    <a:gd name="T2" fmla="*/ 867 w 871"/>
                                    <a:gd name="T3" fmla="*/ 551 h 5016"/>
                                    <a:gd name="T4" fmla="*/ 864 w 871"/>
                                    <a:gd name="T5" fmla="*/ 271 h 5016"/>
                                    <a:gd name="T6" fmla="*/ 823 w 871"/>
                                    <a:gd name="T7" fmla="*/ 39 h 5016"/>
                                    <a:gd name="T8" fmla="*/ 716 w 871"/>
                                    <a:gd name="T9" fmla="*/ 502 h 5016"/>
                                    <a:gd name="T10" fmla="*/ 524 w 871"/>
                                    <a:gd name="T11" fmla="*/ 1342 h 5016"/>
                                    <a:gd name="T12" fmla="*/ 309 w 871"/>
                                    <a:gd name="T13" fmla="*/ 2167 h 5016"/>
                                    <a:gd name="T14" fmla="*/ 260 w 871"/>
                                    <a:gd name="T15" fmla="*/ 2475 h 5016"/>
                                    <a:gd name="T16" fmla="*/ 320 w 871"/>
                                    <a:gd name="T17" fmla="*/ 2915 h 5016"/>
                                    <a:gd name="T18" fmla="*/ 341 w 871"/>
                                    <a:gd name="T19" fmla="*/ 3525 h 5016"/>
                                    <a:gd name="T20" fmla="*/ 55 w 871"/>
                                    <a:gd name="T21" fmla="*/ 4537 h 5016"/>
                                    <a:gd name="T22" fmla="*/ 12 w 871"/>
                                    <a:gd name="T23" fmla="*/ 5016 h 501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871" h="5016">
                                      <a:moveTo>
                                        <a:pt x="854" y="833"/>
                                      </a:moveTo>
                                      <a:cubicBezTo>
                                        <a:pt x="860" y="739"/>
                                        <a:pt x="865" y="645"/>
                                        <a:pt x="867" y="551"/>
                                      </a:cubicBezTo>
                                      <a:cubicBezTo>
                                        <a:pt x="869" y="458"/>
                                        <a:pt x="871" y="355"/>
                                        <a:pt x="864" y="271"/>
                                      </a:cubicBezTo>
                                      <a:cubicBezTo>
                                        <a:pt x="856" y="186"/>
                                        <a:pt x="848" y="0"/>
                                        <a:pt x="823" y="39"/>
                                      </a:cubicBezTo>
                                      <a:cubicBezTo>
                                        <a:pt x="798" y="78"/>
                                        <a:pt x="766" y="285"/>
                                        <a:pt x="716" y="502"/>
                                      </a:cubicBezTo>
                                      <a:cubicBezTo>
                                        <a:pt x="666" y="719"/>
                                        <a:pt x="591" y="1065"/>
                                        <a:pt x="524" y="1342"/>
                                      </a:cubicBezTo>
                                      <a:cubicBezTo>
                                        <a:pt x="456" y="1619"/>
                                        <a:pt x="353" y="1979"/>
                                        <a:pt x="309" y="2167"/>
                                      </a:cubicBezTo>
                                      <a:cubicBezTo>
                                        <a:pt x="266" y="2356"/>
                                        <a:pt x="259" y="2350"/>
                                        <a:pt x="260" y="2475"/>
                                      </a:cubicBezTo>
                                      <a:cubicBezTo>
                                        <a:pt x="262" y="2599"/>
                                        <a:pt x="308" y="2741"/>
                                        <a:pt x="320" y="2915"/>
                                      </a:cubicBezTo>
                                      <a:cubicBezTo>
                                        <a:pt x="333" y="3090"/>
                                        <a:pt x="385" y="3254"/>
                                        <a:pt x="341" y="3525"/>
                                      </a:cubicBezTo>
                                      <a:cubicBezTo>
                                        <a:pt x="296" y="3795"/>
                                        <a:pt x="110" y="4289"/>
                                        <a:pt x="55" y="4537"/>
                                      </a:cubicBezTo>
                                      <a:cubicBezTo>
                                        <a:pt x="0" y="4785"/>
                                        <a:pt x="21" y="4916"/>
                                        <a:pt x="12" y="501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8" name="Freeform 7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63" y="6031"/>
                                  <a:ext cx="855" cy="5191"/>
                                </a:xfrm>
                                <a:custGeom>
                                  <a:avLst/>
                                  <a:gdLst>
                                    <a:gd name="T0" fmla="*/ 0 w 813"/>
                                    <a:gd name="T1" fmla="*/ 727 h 4937"/>
                                    <a:gd name="T2" fmla="*/ 9 w 813"/>
                                    <a:gd name="T3" fmla="*/ 383 h 4937"/>
                                    <a:gd name="T4" fmla="*/ 31 w 813"/>
                                    <a:gd name="T5" fmla="*/ 152 h 4937"/>
                                    <a:gd name="T6" fmla="*/ 66 w 813"/>
                                    <a:gd name="T7" fmla="*/ 41 h 4937"/>
                                    <a:gd name="T8" fmla="*/ 107 w 813"/>
                                    <a:gd name="T9" fmla="*/ 401 h 4937"/>
                                    <a:gd name="T10" fmla="*/ 152 w 813"/>
                                    <a:gd name="T11" fmla="*/ 977 h 4937"/>
                                    <a:gd name="T12" fmla="*/ 228 w 813"/>
                                    <a:gd name="T13" fmla="*/ 1579 h 4937"/>
                                    <a:gd name="T14" fmla="*/ 343 w 813"/>
                                    <a:gd name="T15" fmla="*/ 2190 h 4937"/>
                                    <a:gd name="T16" fmla="*/ 371 w 813"/>
                                    <a:gd name="T17" fmla="*/ 2452 h 4937"/>
                                    <a:gd name="T18" fmla="*/ 335 w 813"/>
                                    <a:gd name="T19" fmla="*/ 2913 h 4937"/>
                                    <a:gd name="T20" fmla="*/ 393 w 813"/>
                                    <a:gd name="T21" fmla="*/ 3444 h 4937"/>
                                    <a:gd name="T22" fmla="*/ 741 w 813"/>
                                    <a:gd name="T23" fmla="*/ 4338 h 4937"/>
                                    <a:gd name="T24" fmla="*/ 813 w 813"/>
                                    <a:gd name="T25" fmla="*/ 4937 h 493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813" h="4937">
                                      <a:moveTo>
                                        <a:pt x="0" y="727"/>
                                      </a:moveTo>
                                      <a:cubicBezTo>
                                        <a:pt x="2" y="603"/>
                                        <a:pt x="4" y="479"/>
                                        <a:pt x="9" y="383"/>
                                      </a:cubicBezTo>
                                      <a:cubicBezTo>
                                        <a:pt x="15" y="287"/>
                                        <a:pt x="22" y="209"/>
                                        <a:pt x="31" y="152"/>
                                      </a:cubicBezTo>
                                      <a:cubicBezTo>
                                        <a:pt x="40" y="95"/>
                                        <a:pt x="53" y="0"/>
                                        <a:pt x="66" y="41"/>
                                      </a:cubicBezTo>
                                      <a:cubicBezTo>
                                        <a:pt x="79" y="82"/>
                                        <a:pt x="93" y="245"/>
                                        <a:pt x="107" y="401"/>
                                      </a:cubicBezTo>
                                      <a:cubicBezTo>
                                        <a:pt x="121" y="557"/>
                                        <a:pt x="132" y="780"/>
                                        <a:pt x="152" y="977"/>
                                      </a:cubicBezTo>
                                      <a:cubicBezTo>
                                        <a:pt x="173" y="1174"/>
                                        <a:pt x="196" y="1377"/>
                                        <a:pt x="228" y="1579"/>
                                      </a:cubicBezTo>
                                      <a:cubicBezTo>
                                        <a:pt x="260" y="1781"/>
                                        <a:pt x="319" y="2044"/>
                                        <a:pt x="343" y="2190"/>
                                      </a:cubicBezTo>
                                      <a:cubicBezTo>
                                        <a:pt x="367" y="2336"/>
                                        <a:pt x="372" y="2332"/>
                                        <a:pt x="371" y="2452"/>
                                      </a:cubicBezTo>
                                      <a:cubicBezTo>
                                        <a:pt x="370" y="2573"/>
                                        <a:pt x="331" y="2748"/>
                                        <a:pt x="335" y="2913"/>
                                      </a:cubicBezTo>
                                      <a:cubicBezTo>
                                        <a:pt x="339" y="3079"/>
                                        <a:pt x="325" y="3206"/>
                                        <a:pt x="393" y="3444"/>
                                      </a:cubicBezTo>
                                      <a:cubicBezTo>
                                        <a:pt x="461" y="3682"/>
                                        <a:pt x="671" y="4089"/>
                                        <a:pt x="741" y="4338"/>
                                      </a:cubicBezTo>
                                      <a:cubicBezTo>
                                        <a:pt x="811" y="4587"/>
                                        <a:pt x="798" y="4812"/>
                                        <a:pt x="813" y="493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9" name="Freeform 771"/>
                              <wps:cNvSpPr>
                                <a:spLocks/>
                              </wps:cNvSpPr>
                              <wps:spPr bwMode="auto">
                                <a:xfrm>
                                  <a:off x="4118" y="8589"/>
                                  <a:ext cx="526" cy="2629"/>
                                </a:xfrm>
                                <a:custGeom>
                                  <a:avLst/>
                                  <a:gdLst>
                                    <a:gd name="T0" fmla="*/ 36 w 500"/>
                                    <a:gd name="T1" fmla="*/ 2500 h 2500"/>
                                    <a:gd name="T2" fmla="*/ 25 w 500"/>
                                    <a:gd name="T3" fmla="*/ 1889 h 2500"/>
                                    <a:gd name="T4" fmla="*/ 24 w 500"/>
                                    <a:gd name="T5" fmla="*/ 1104 h 2500"/>
                                    <a:gd name="T6" fmla="*/ 163 w 500"/>
                                    <a:gd name="T7" fmla="*/ 393 h 2500"/>
                                    <a:gd name="T8" fmla="*/ 329 w 500"/>
                                    <a:gd name="T9" fmla="*/ 123 h 2500"/>
                                    <a:gd name="T10" fmla="*/ 475 w 500"/>
                                    <a:gd name="T11" fmla="*/ 6 h 2500"/>
                                    <a:gd name="T12" fmla="*/ 479 w 500"/>
                                    <a:gd name="T13" fmla="*/ 91 h 2500"/>
                                    <a:gd name="T14" fmla="*/ 434 w 500"/>
                                    <a:gd name="T15" fmla="*/ 359 h 2500"/>
                                    <a:gd name="T16" fmla="*/ 273 w 500"/>
                                    <a:gd name="T17" fmla="*/ 1074 h 2500"/>
                                    <a:gd name="T18" fmla="*/ 184 w 500"/>
                                    <a:gd name="T19" fmla="*/ 1702 h 2500"/>
                                    <a:gd name="T20" fmla="*/ 143 w 500"/>
                                    <a:gd name="T21" fmla="*/ 2083 h 2500"/>
                                    <a:gd name="T22" fmla="*/ 119 w 500"/>
                                    <a:gd name="T23" fmla="*/ 2408 h 25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00" h="2500">
                                      <a:moveTo>
                                        <a:pt x="36" y="2500"/>
                                      </a:moveTo>
                                      <a:cubicBezTo>
                                        <a:pt x="35" y="2399"/>
                                        <a:pt x="27" y="2122"/>
                                        <a:pt x="25" y="1889"/>
                                      </a:cubicBezTo>
                                      <a:cubicBezTo>
                                        <a:pt x="23" y="1656"/>
                                        <a:pt x="0" y="1353"/>
                                        <a:pt x="24" y="1104"/>
                                      </a:cubicBezTo>
                                      <a:cubicBezTo>
                                        <a:pt x="47" y="855"/>
                                        <a:pt x="112" y="557"/>
                                        <a:pt x="163" y="393"/>
                                      </a:cubicBezTo>
                                      <a:cubicBezTo>
                                        <a:pt x="214" y="230"/>
                                        <a:pt x="277" y="187"/>
                                        <a:pt x="329" y="123"/>
                                      </a:cubicBezTo>
                                      <a:cubicBezTo>
                                        <a:pt x="381" y="58"/>
                                        <a:pt x="450" y="11"/>
                                        <a:pt x="475" y="6"/>
                                      </a:cubicBezTo>
                                      <a:cubicBezTo>
                                        <a:pt x="500" y="0"/>
                                        <a:pt x="485" y="32"/>
                                        <a:pt x="479" y="91"/>
                                      </a:cubicBezTo>
                                      <a:cubicBezTo>
                                        <a:pt x="472" y="150"/>
                                        <a:pt x="468" y="196"/>
                                        <a:pt x="434" y="359"/>
                                      </a:cubicBezTo>
                                      <a:cubicBezTo>
                                        <a:pt x="399" y="523"/>
                                        <a:pt x="314" y="850"/>
                                        <a:pt x="273" y="1074"/>
                                      </a:cubicBezTo>
                                      <a:cubicBezTo>
                                        <a:pt x="231" y="1297"/>
                                        <a:pt x="205" y="1534"/>
                                        <a:pt x="184" y="1702"/>
                                      </a:cubicBezTo>
                                      <a:cubicBezTo>
                                        <a:pt x="163" y="1870"/>
                                        <a:pt x="154" y="1965"/>
                                        <a:pt x="143" y="2083"/>
                                      </a:cubicBezTo>
                                      <a:cubicBezTo>
                                        <a:pt x="132" y="2201"/>
                                        <a:pt x="124" y="2340"/>
                                        <a:pt x="119" y="240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0" name="Freeform 7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4296" y="8929"/>
                                  <a:ext cx="455" cy="2289"/>
                                </a:xfrm>
                                <a:custGeom>
                                  <a:avLst/>
                                  <a:gdLst>
                                    <a:gd name="T0" fmla="*/ 0 w 433"/>
                                    <a:gd name="T1" fmla="*/ 2085 h 2177"/>
                                    <a:gd name="T2" fmla="*/ 33 w 433"/>
                                    <a:gd name="T3" fmla="*/ 1683 h 2177"/>
                                    <a:gd name="T4" fmla="*/ 109 w 433"/>
                                    <a:gd name="T5" fmla="*/ 1197 h 2177"/>
                                    <a:gd name="T6" fmla="*/ 176 w 433"/>
                                    <a:gd name="T7" fmla="*/ 768 h 2177"/>
                                    <a:gd name="T8" fmla="*/ 292 w 433"/>
                                    <a:gd name="T9" fmla="*/ 188 h 2177"/>
                                    <a:gd name="T10" fmla="*/ 362 w 433"/>
                                    <a:gd name="T11" fmla="*/ 1 h 2177"/>
                                    <a:gd name="T12" fmla="*/ 410 w 433"/>
                                    <a:gd name="T13" fmla="*/ 195 h 2177"/>
                                    <a:gd name="T14" fmla="*/ 431 w 433"/>
                                    <a:gd name="T15" fmla="*/ 416 h 2177"/>
                                    <a:gd name="T16" fmla="*/ 396 w 433"/>
                                    <a:gd name="T17" fmla="*/ 707 h 2177"/>
                                    <a:gd name="T18" fmla="*/ 274 w 433"/>
                                    <a:gd name="T19" fmla="*/ 1201 h 2177"/>
                                    <a:gd name="T20" fmla="*/ 140 w 433"/>
                                    <a:gd name="T21" fmla="*/ 1670 h 2177"/>
                                    <a:gd name="T22" fmla="*/ 92 w 433"/>
                                    <a:gd name="T23" fmla="*/ 2177 h 217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433" h="2177">
                                      <a:moveTo>
                                        <a:pt x="0" y="2085"/>
                                      </a:moveTo>
                                      <a:cubicBezTo>
                                        <a:pt x="5" y="2018"/>
                                        <a:pt x="15" y="1831"/>
                                        <a:pt x="33" y="1683"/>
                                      </a:cubicBezTo>
                                      <a:cubicBezTo>
                                        <a:pt x="51" y="1535"/>
                                        <a:pt x="85" y="1349"/>
                                        <a:pt x="109" y="1197"/>
                                      </a:cubicBezTo>
                                      <a:cubicBezTo>
                                        <a:pt x="133" y="1044"/>
                                        <a:pt x="146" y="936"/>
                                        <a:pt x="176" y="768"/>
                                      </a:cubicBezTo>
                                      <a:cubicBezTo>
                                        <a:pt x="207" y="600"/>
                                        <a:pt x="261" y="316"/>
                                        <a:pt x="292" y="188"/>
                                      </a:cubicBezTo>
                                      <a:cubicBezTo>
                                        <a:pt x="322" y="61"/>
                                        <a:pt x="342" y="0"/>
                                        <a:pt x="362" y="1"/>
                                      </a:cubicBezTo>
                                      <a:cubicBezTo>
                                        <a:pt x="381" y="2"/>
                                        <a:pt x="398" y="126"/>
                                        <a:pt x="410" y="195"/>
                                      </a:cubicBezTo>
                                      <a:cubicBezTo>
                                        <a:pt x="422" y="264"/>
                                        <a:pt x="433" y="332"/>
                                        <a:pt x="431" y="416"/>
                                      </a:cubicBezTo>
                                      <a:cubicBezTo>
                                        <a:pt x="429" y="501"/>
                                        <a:pt x="422" y="577"/>
                                        <a:pt x="396" y="707"/>
                                      </a:cubicBezTo>
                                      <a:cubicBezTo>
                                        <a:pt x="370" y="838"/>
                                        <a:pt x="317" y="1041"/>
                                        <a:pt x="274" y="1201"/>
                                      </a:cubicBezTo>
                                      <a:cubicBezTo>
                                        <a:pt x="232" y="1362"/>
                                        <a:pt x="170" y="1508"/>
                                        <a:pt x="140" y="1670"/>
                                      </a:cubicBezTo>
                                      <a:cubicBezTo>
                                        <a:pt x="110" y="1832"/>
                                        <a:pt x="102" y="2072"/>
                                        <a:pt x="92" y="217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1" name="Freeform 77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80" y="8807"/>
                                  <a:ext cx="582" cy="2411"/>
                                </a:xfrm>
                                <a:custGeom>
                                  <a:avLst/>
                                  <a:gdLst>
                                    <a:gd name="T0" fmla="*/ 467 w 554"/>
                                    <a:gd name="T1" fmla="*/ 2293 h 2293"/>
                                    <a:gd name="T2" fmla="*/ 446 w 554"/>
                                    <a:gd name="T3" fmla="*/ 1924 h 2293"/>
                                    <a:gd name="T4" fmla="*/ 390 w 554"/>
                                    <a:gd name="T5" fmla="*/ 1605 h 2293"/>
                                    <a:gd name="T6" fmla="*/ 148 w 554"/>
                                    <a:gd name="T7" fmla="*/ 1031 h 2293"/>
                                    <a:gd name="T8" fmla="*/ 23 w 554"/>
                                    <a:gd name="T9" fmla="*/ 601 h 2293"/>
                                    <a:gd name="T10" fmla="*/ 10 w 554"/>
                                    <a:gd name="T11" fmla="*/ 223 h 2293"/>
                                    <a:gd name="T12" fmla="*/ 37 w 554"/>
                                    <a:gd name="T13" fmla="*/ 12 h 2293"/>
                                    <a:gd name="T14" fmla="*/ 120 w 554"/>
                                    <a:gd name="T15" fmla="*/ 296 h 2293"/>
                                    <a:gd name="T16" fmla="*/ 242 w 554"/>
                                    <a:gd name="T17" fmla="*/ 1040 h 2293"/>
                                    <a:gd name="T18" fmla="*/ 460 w 554"/>
                                    <a:gd name="T19" fmla="*/ 1588 h 2293"/>
                                    <a:gd name="T20" fmla="*/ 536 w 554"/>
                                    <a:gd name="T21" fmla="*/ 1928 h 2293"/>
                                    <a:gd name="T22" fmla="*/ 554 w 554"/>
                                    <a:gd name="T23" fmla="*/ 2197 h 229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54" h="2293">
                                      <a:moveTo>
                                        <a:pt x="467" y="2293"/>
                                      </a:moveTo>
                                      <a:cubicBezTo>
                                        <a:pt x="464" y="2231"/>
                                        <a:pt x="459" y="2039"/>
                                        <a:pt x="446" y="1924"/>
                                      </a:cubicBezTo>
                                      <a:cubicBezTo>
                                        <a:pt x="433" y="1809"/>
                                        <a:pt x="440" y="1754"/>
                                        <a:pt x="390" y="1605"/>
                                      </a:cubicBezTo>
                                      <a:cubicBezTo>
                                        <a:pt x="340" y="1456"/>
                                        <a:pt x="209" y="1198"/>
                                        <a:pt x="148" y="1031"/>
                                      </a:cubicBezTo>
                                      <a:cubicBezTo>
                                        <a:pt x="87" y="863"/>
                                        <a:pt x="46" y="736"/>
                                        <a:pt x="23" y="601"/>
                                      </a:cubicBezTo>
                                      <a:cubicBezTo>
                                        <a:pt x="0" y="466"/>
                                        <a:pt x="8" y="321"/>
                                        <a:pt x="10" y="223"/>
                                      </a:cubicBezTo>
                                      <a:cubicBezTo>
                                        <a:pt x="12" y="126"/>
                                        <a:pt x="18" y="0"/>
                                        <a:pt x="37" y="12"/>
                                      </a:cubicBezTo>
                                      <a:cubicBezTo>
                                        <a:pt x="55" y="24"/>
                                        <a:pt x="86" y="125"/>
                                        <a:pt x="120" y="296"/>
                                      </a:cubicBezTo>
                                      <a:cubicBezTo>
                                        <a:pt x="154" y="467"/>
                                        <a:pt x="185" y="825"/>
                                        <a:pt x="242" y="1040"/>
                                      </a:cubicBezTo>
                                      <a:cubicBezTo>
                                        <a:pt x="299" y="1255"/>
                                        <a:pt x="411" y="1440"/>
                                        <a:pt x="460" y="1588"/>
                                      </a:cubicBezTo>
                                      <a:cubicBezTo>
                                        <a:pt x="509" y="1736"/>
                                        <a:pt x="520" y="1827"/>
                                        <a:pt x="536" y="1928"/>
                                      </a:cubicBezTo>
                                      <a:cubicBezTo>
                                        <a:pt x="552" y="2029"/>
                                        <a:pt x="550" y="2141"/>
                                        <a:pt x="554" y="219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2" name="Freeform 774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54" y="8560"/>
                                  <a:ext cx="675" cy="2679"/>
                                </a:xfrm>
                                <a:custGeom>
                                  <a:avLst/>
                                  <a:gdLst>
                                    <a:gd name="T0" fmla="*/ 537 w 641"/>
                                    <a:gd name="T1" fmla="*/ 2427 h 2547"/>
                                    <a:gd name="T2" fmla="*/ 475 w 641"/>
                                    <a:gd name="T3" fmla="*/ 1882 h 2547"/>
                                    <a:gd name="T4" fmla="*/ 225 w 641"/>
                                    <a:gd name="T5" fmla="*/ 1212 h 2547"/>
                                    <a:gd name="T6" fmla="*/ 131 w 641"/>
                                    <a:gd name="T7" fmla="*/ 556 h 2547"/>
                                    <a:gd name="T8" fmla="*/ 10 w 641"/>
                                    <a:gd name="T9" fmla="*/ 52 h 2547"/>
                                    <a:gd name="T10" fmla="*/ 195 w 641"/>
                                    <a:gd name="T11" fmla="*/ 247 h 2547"/>
                                    <a:gd name="T12" fmla="*/ 402 w 641"/>
                                    <a:gd name="T13" fmla="*/ 593 h 2547"/>
                                    <a:gd name="T14" fmla="*/ 458 w 641"/>
                                    <a:gd name="T15" fmla="*/ 1126 h 2547"/>
                                    <a:gd name="T16" fmla="*/ 487 w 641"/>
                                    <a:gd name="T17" fmla="*/ 1547 h 2547"/>
                                    <a:gd name="T18" fmla="*/ 567 w 641"/>
                                    <a:gd name="T19" fmla="*/ 1907 h 2547"/>
                                    <a:gd name="T20" fmla="*/ 630 w 641"/>
                                    <a:gd name="T21" fmla="*/ 2336 h 2547"/>
                                    <a:gd name="T22" fmla="*/ 634 w 641"/>
                                    <a:gd name="T23" fmla="*/ 2547 h 25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641" h="2547">
                                      <a:moveTo>
                                        <a:pt x="537" y="2427"/>
                                      </a:moveTo>
                                      <a:cubicBezTo>
                                        <a:pt x="527" y="2336"/>
                                        <a:pt x="527" y="2084"/>
                                        <a:pt x="475" y="1882"/>
                                      </a:cubicBezTo>
                                      <a:cubicBezTo>
                                        <a:pt x="423" y="1680"/>
                                        <a:pt x="282" y="1433"/>
                                        <a:pt x="225" y="1212"/>
                                      </a:cubicBezTo>
                                      <a:cubicBezTo>
                                        <a:pt x="168" y="991"/>
                                        <a:pt x="167" y="749"/>
                                        <a:pt x="131" y="556"/>
                                      </a:cubicBezTo>
                                      <a:cubicBezTo>
                                        <a:pt x="95" y="363"/>
                                        <a:pt x="0" y="103"/>
                                        <a:pt x="10" y="52"/>
                                      </a:cubicBezTo>
                                      <a:cubicBezTo>
                                        <a:pt x="20" y="0"/>
                                        <a:pt x="129" y="156"/>
                                        <a:pt x="195" y="247"/>
                                      </a:cubicBezTo>
                                      <a:cubicBezTo>
                                        <a:pt x="260" y="337"/>
                                        <a:pt x="358" y="446"/>
                                        <a:pt x="402" y="593"/>
                                      </a:cubicBezTo>
                                      <a:cubicBezTo>
                                        <a:pt x="447" y="740"/>
                                        <a:pt x="444" y="968"/>
                                        <a:pt x="458" y="1126"/>
                                      </a:cubicBezTo>
                                      <a:cubicBezTo>
                                        <a:pt x="472" y="1285"/>
                                        <a:pt x="469" y="1417"/>
                                        <a:pt x="487" y="1547"/>
                                      </a:cubicBezTo>
                                      <a:cubicBezTo>
                                        <a:pt x="505" y="1677"/>
                                        <a:pt x="543" y="1776"/>
                                        <a:pt x="567" y="1907"/>
                                      </a:cubicBezTo>
                                      <a:cubicBezTo>
                                        <a:pt x="591" y="2038"/>
                                        <a:pt x="619" y="2229"/>
                                        <a:pt x="630" y="2336"/>
                                      </a:cubicBezTo>
                                      <a:cubicBezTo>
                                        <a:pt x="641" y="2443"/>
                                        <a:pt x="633" y="2503"/>
                                        <a:pt x="634" y="254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3" name="Freeform 775"/>
                              <wps:cNvSpPr>
                                <a:spLocks/>
                              </wps:cNvSpPr>
                              <wps:spPr bwMode="auto">
                                <a:xfrm>
                                  <a:off x="3875" y="3273"/>
                                  <a:ext cx="837" cy="7957"/>
                                </a:xfrm>
                                <a:custGeom>
                                  <a:avLst/>
                                  <a:gdLst>
                                    <a:gd name="T0" fmla="*/ 753 w 796"/>
                                    <a:gd name="T1" fmla="*/ 0 h 7567"/>
                                    <a:gd name="T2" fmla="*/ 753 w 796"/>
                                    <a:gd name="T3" fmla="*/ 670 h 7567"/>
                                    <a:gd name="T4" fmla="*/ 493 w 796"/>
                                    <a:gd name="T5" fmla="*/ 1890 h 7567"/>
                                    <a:gd name="T6" fmla="*/ 413 w 796"/>
                                    <a:gd name="T7" fmla="*/ 3000 h 7567"/>
                                    <a:gd name="T8" fmla="*/ 363 w 796"/>
                                    <a:gd name="T9" fmla="*/ 4060 h 7567"/>
                                    <a:gd name="T10" fmla="*/ 313 w 796"/>
                                    <a:gd name="T11" fmla="*/ 4720 h 7567"/>
                                    <a:gd name="T12" fmla="*/ 243 w 796"/>
                                    <a:gd name="T13" fmla="*/ 4930 h 7567"/>
                                    <a:gd name="T14" fmla="*/ 153 w 796"/>
                                    <a:gd name="T15" fmla="*/ 5290 h 7567"/>
                                    <a:gd name="T16" fmla="*/ 23 w 796"/>
                                    <a:gd name="T17" fmla="*/ 5690 h 7567"/>
                                    <a:gd name="T18" fmla="*/ 13 w 796"/>
                                    <a:gd name="T19" fmla="*/ 6260 h 7567"/>
                                    <a:gd name="T20" fmla="*/ 73 w 796"/>
                                    <a:gd name="T21" fmla="*/ 7240 h 7567"/>
                                    <a:gd name="T22" fmla="*/ 55 w 796"/>
                                    <a:gd name="T23" fmla="*/ 7567 h 75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796" h="7567">
                                      <a:moveTo>
                                        <a:pt x="753" y="0"/>
                                      </a:moveTo>
                                      <a:cubicBezTo>
                                        <a:pt x="774" y="177"/>
                                        <a:pt x="796" y="355"/>
                                        <a:pt x="753" y="670"/>
                                      </a:cubicBezTo>
                                      <a:cubicBezTo>
                                        <a:pt x="710" y="985"/>
                                        <a:pt x="550" y="1502"/>
                                        <a:pt x="493" y="1890"/>
                                      </a:cubicBezTo>
                                      <a:cubicBezTo>
                                        <a:pt x="436" y="2278"/>
                                        <a:pt x="435" y="2638"/>
                                        <a:pt x="413" y="3000"/>
                                      </a:cubicBezTo>
                                      <a:cubicBezTo>
                                        <a:pt x="391" y="3362"/>
                                        <a:pt x="380" y="3773"/>
                                        <a:pt x="363" y="4060"/>
                                      </a:cubicBezTo>
                                      <a:cubicBezTo>
                                        <a:pt x="346" y="4347"/>
                                        <a:pt x="333" y="4575"/>
                                        <a:pt x="313" y="4720"/>
                                      </a:cubicBezTo>
                                      <a:cubicBezTo>
                                        <a:pt x="293" y="4865"/>
                                        <a:pt x="270" y="4835"/>
                                        <a:pt x="243" y="4930"/>
                                      </a:cubicBezTo>
                                      <a:cubicBezTo>
                                        <a:pt x="216" y="5025"/>
                                        <a:pt x="190" y="5163"/>
                                        <a:pt x="153" y="5290"/>
                                      </a:cubicBezTo>
                                      <a:cubicBezTo>
                                        <a:pt x="116" y="5417"/>
                                        <a:pt x="46" y="5528"/>
                                        <a:pt x="23" y="5690"/>
                                      </a:cubicBezTo>
                                      <a:cubicBezTo>
                                        <a:pt x="0" y="5852"/>
                                        <a:pt x="5" y="6002"/>
                                        <a:pt x="13" y="6260"/>
                                      </a:cubicBezTo>
                                      <a:cubicBezTo>
                                        <a:pt x="21" y="6518"/>
                                        <a:pt x="66" y="7022"/>
                                        <a:pt x="73" y="7240"/>
                                      </a:cubicBezTo>
                                      <a:cubicBezTo>
                                        <a:pt x="80" y="7458"/>
                                        <a:pt x="59" y="7499"/>
                                        <a:pt x="55" y="756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ap="flat" cmpd="sng">
                                  <a:solidFill>
                                    <a:srgbClr val="80808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4" name="Freeform 7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4528" y="6031"/>
                                  <a:ext cx="3136" cy="5234"/>
                                </a:xfrm>
                                <a:custGeom>
                                  <a:avLst/>
                                  <a:gdLst>
                                    <a:gd name="T0" fmla="*/ 29 w 2982"/>
                                    <a:gd name="T1" fmla="*/ 4941 h 4978"/>
                                    <a:gd name="T2" fmla="*/ 33 w 2982"/>
                                    <a:gd name="T3" fmla="*/ 4846 h 4978"/>
                                    <a:gd name="T4" fmla="*/ 12 w 2982"/>
                                    <a:gd name="T5" fmla="*/ 4658 h 4978"/>
                                    <a:gd name="T6" fmla="*/ 102 w 2982"/>
                                    <a:gd name="T7" fmla="*/ 4298 h 4978"/>
                                    <a:gd name="T8" fmla="*/ 412 w 2982"/>
                                    <a:gd name="T9" fmla="*/ 3218 h 4978"/>
                                    <a:gd name="T10" fmla="*/ 392 w 2982"/>
                                    <a:gd name="T11" fmla="*/ 2738 h 4978"/>
                                    <a:gd name="T12" fmla="*/ 722 w 2982"/>
                                    <a:gd name="T13" fmla="*/ 2218 h 4978"/>
                                    <a:gd name="T14" fmla="*/ 872 w 2982"/>
                                    <a:gd name="T15" fmla="*/ 1658 h 4978"/>
                                    <a:gd name="T16" fmla="*/ 1012 w 2982"/>
                                    <a:gd name="T17" fmla="*/ 1218 h 4978"/>
                                    <a:gd name="T18" fmla="*/ 1242 w 2982"/>
                                    <a:gd name="T19" fmla="*/ 748 h 4978"/>
                                    <a:gd name="T20" fmla="*/ 1382 w 2982"/>
                                    <a:gd name="T21" fmla="*/ 178 h 4978"/>
                                    <a:gd name="T22" fmla="*/ 1462 w 2982"/>
                                    <a:gd name="T23" fmla="*/ 18 h 4978"/>
                                    <a:gd name="T24" fmla="*/ 1542 w 2982"/>
                                    <a:gd name="T25" fmla="*/ 288 h 4978"/>
                                    <a:gd name="T26" fmla="*/ 1672 w 2982"/>
                                    <a:gd name="T27" fmla="*/ 748 h 4978"/>
                                    <a:gd name="T28" fmla="*/ 1932 w 2982"/>
                                    <a:gd name="T29" fmla="*/ 1668 h 4978"/>
                                    <a:gd name="T30" fmla="*/ 2102 w 2982"/>
                                    <a:gd name="T31" fmla="*/ 2328 h 4978"/>
                                    <a:gd name="T32" fmla="*/ 2342 w 2982"/>
                                    <a:gd name="T33" fmla="*/ 2678 h 4978"/>
                                    <a:gd name="T34" fmla="*/ 2422 w 2982"/>
                                    <a:gd name="T35" fmla="*/ 3318 h 4978"/>
                                    <a:gd name="T36" fmla="*/ 2532 w 2982"/>
                                    <a:gd name="T37" fmla="*/ 3698 h 4978"/>
                                    <a:gd name="T38" fmla="*/ 2872 w 2982"/>
                                    <a:gd name="T39" fmla="*/ 4338 h 4978"/>
                                    <a:gd name="T40" fmla="*/ 2962 w 2982"/>
                                    <a:gd name="T41" fmla="*/ 4688 h 4978"/>
                                    <a:gd name="T42" fmla="*/ 2952 w 2982"/>
                                    <a:gd name="T43" fmla="*/ 4818 h 4978"/>
                                    <a:gd name="T44" fmla="*/ 2982 w 2982"/>
                                    <a:gd name="T45" fmla="*/ 4978 h 49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0" t="0" r="r" b="b"/>
                                  <a:pathLst>
                                    <a:path w="2982" h="4978">
                                      <a:moveTo>
                                        <a:pt x="29" y="4941"/>
                                      </a:moveTo>
                                      <a:cubicBezTo>
                                        <a:pt x="30" y="4925"/>
                                        <a:pt x="36" y="4893"/>
                                        <a:pt x="33" y="4846"/>
                                      </a:cubicBezTo>
                                      <a:cubicBezTo>
                                        <a:pt x="30" y="4799"/>
                                        <a:pt x="0" y="4749"/>
                                        <a:pt x="12" y="4658"/>
                                      </a:cubicBezTo>
                                      <a:cubicBezTo>
                                        <a:pt x="24" y="4567"/>
                                        <a:pt x="35" y="4538"/>
                                        <a:pt x="102" y="4298"/>
                                      </a:cubicBezTo>
                                      <a:cubicBezTo>
                                        <a:pt x="169" y="4058"/>
                                        <a:pt x="364" y="3478"/>
                                        <a:pt x="412" y="3218"/>
                                      </a:cubicBezTo>
                                      <a:cubicBezTo>
                                        <a:pt x="460" y="2958"/>
                                        <a:pt x="340" y="2905"/>
                                        <a:pt x="392" y="2738"/>
                                      </a:cubicBezTo>
                                      <a:cubicBezTo>
                                        <a:pt x="444" y="2571"/>
                                        <a:pt x="642" y="2398"/>
                                        <a:pt x="722" y="2218"/>
                                      </a:cubicBezTo>
                                      <a:cubicBezTo>
                                        <a:pt x="802" y="2038"/>
                                        <a:pt x="824" y="1825"/>
                                        <a:pt x="872" y="1658"/>
                                      </a:cubicBezTo>
                                      <a:cubicBezTo>
                                        <a:pt x="920" y="1491"/>
                                        <a:pt x="950" y="1370"/>
                                        <a:pt x="1012" y="1218"/>
                                      </a:cubicBezTo>
                                      <a:cubicBezTo>
                                        <a:pt x="1074" y="1066"/>
                                        <a:pt x="1180" y="921"/>
                                        <a:pt x="1242" y="748"/>
                                      </a:cubicBezTo>
                                      <a:cubicBezTo>
                                        <a:pt x="1304" y="575"/>
                                        <a:pt x="1345" y="300"/>
                                        <a:pt x="1382" y="178"/>
                                      </a:cubicBezTo>
                                      <a:cubicBezTo>
                                        <a:pt x="1419" y="56"/>
                                        <a:pt x="1435" y="0"/>
                                        <a:pt x="1462" y="18"/>
                                      </a:cubicBezTo>
                                      <a:cubicBezTo>
                                        <a:pt x="1489" y="36"/>
                                        <a:pt x="1507" y="166"/>
                                        <a:pt x="1542" y="288"/>
                                      </a:cubicBezTo>
                                      <a:cubicBezTo>
                                        <a:pt x="1577" y="410"/>
                                        <a:pt x="1607" y="518"/>
                                        <a:pt x="1672" y="748"/>
                                      </a:cubicBezTo>
                                      <a:cubicBezTo>
                                        <a:pt x="1737" y="978"/>
                                        <a:pt x="1860" y="1405"/>
                                        <a:pt x="1932" y="1668"/>
                                      </a:cubicBezTo>
                                      <a:cubicBezTo>
                                        <a:pt x="2004" y="1931"/>
                                        <a:pt x="2034" y="2160"/>
                                        <a:pt x="2102" y="2328"/>
                                      </a:cubicBezTo>
                                      <a:cubicBezTo>
                                        <a:pt x="2170" y="2496"/>
                                        <a:pt x="2289" y="2513"/>
                                        <a:pt x="2342" y="2678"/>
                                      </a:cubicBezTo>
                                      <a:cubicBezTo>
                                        <a:pt x="2395" y="2843"/>
                                        <a:pt x="2390" y="3148"/>
                                        <a:pt x="2422" y="3318"/>
                                      </a:cubicBezTo>
                                      <a:cubicBezTo>
                                        <a:pt x="2454" y="3488"/>
                                        <a:pt x="2457" y="3528"/>
                                        <a:pt x="2532" y="3698"/>
                                      </a:cubicBezTo>
                                      <a:cubicBezTo>
                                        <a:pt x="2607" y="3868"/>
                                        <a:pt x="2800" y="4173"/>
                                        <a:pt x="2872" y="4338"/>
                                      </a:cubicBezTo>
                                      <a:cubicBezTo>
                                        <a:pt x="2944" y="4503"/>
                                        <a:pt x="2949" y="4608"/>
                                        <a:pt x="2962" y="4688"/>
                                      </a:cubicBezTo>
                                      <a:cubicBezTo>
                                        <a:pt x="2975" y="4768"/>
                                        <a:pt x="2949" y="4770"/>
                                        <a:pt x="2952" y="4818"/>
                                      </a:cubicBezTo>
                                      <a:cubicBezTo>
                                        <a:pt x="2955" y="4866"/>
                                        <a:pt x="2968" y="4922"/>
                                        <a:pt x="2982" y="497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ap="flat" cmpd="sng">
                                  <a:solidFill>
                                    <a:srgbClr val="80808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5" name="Freeform 777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77" y="3273"/>
                                  <a:ext cx="886" cy="7984"/>
                                </a:xfrm>
                                <a:custGeom>
                                  <a:avLst/>
                                  <a:gdLst>
                                    <a:gd name="T0" fmla="*/ 53 w 843"/>
                                    <a:gd name="T1" fmla="*/ 0 h 7592"/>
                                    <a:gd name="T2" fmla="*/ 3 w 843"/>
                                    <a:gd name="T3" fmla="*/ 390 h 7592"/>
                                    <a:gd name="T4" fmla="*/ 73 w 843"/>
                                    <a:gd name="T5" fmla="*/ 730 h 7592"/>
                                    <a:gd name="T6" fmla="*/ 203 w 843"/>
                                    <a:gd name="T7" fmla="*/ 1330 h 7592"/>
                                    <a:gd name="T8" fmla="*/ 343 w 843"/>
                                    <a:gd name="T9" fmla="*/ 1780 h 7592"/>
                                    <a:gd name="T10" fmla="*/ 513 w 843"/>
                                    <a:gd name="T11" fmla="*/ 3330 h 7592"/>
                                    <a:gd name="T12" fmla="*/ 423 w 843"/>
                                    <a:gd name="T13" fmla="*/ 4340 h 7592"/>
                                    <a:gd name="T14" fmla="*/ 423 w 843"/>
                                    <a:gd name="T15" fmla="*/ 4780 h 7592"/>
                                    <a:gd name="T16" fmla="*/ 643 w 843"/>
                                    <a:gd name="T17" fmla="*/ 5400 h 7592"/>
                                    <a:gd name="T18" fmla="*/ 743 w 843"/>
                                    <a:gd name="T19" fmla="*/ 5910 h 7592"/>
                                    <a:gd name="T20" fmla="*/ 753 w 843"/>
                                    <a:gd name="T21" fmla="*/ 6950 h 7592"/>
                                    <a:gd name="T22" fmla="*/ 833 w 843"/>
                                    <a:gd name="T23" fmla="*/ 7310 h 7592"/>
                                    <a:gd name="T24" fmla="*/ 816 w 843"/>
                                    <a:gd name="T25" fmla="*/ 7592 h 75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843" h="7592">
                                      <a:moveTo>
                                        <a:pt x="53" y="0"/>
                                      </a:moveTo>
                                      <a:cubicBezTo>
                                        <a:pt x="26" y="134"/>
                                        <a:pt x="0" y="268"/>
                                        <a:pt x="3" y="390"/>
                                      </a:cubicBezTo>
                                      <a:cubicBezTo>
                                        <a:pt x="6" y="512"/>
                                        <a:pt x="40" y="573"/>
                                        <a:pt x="73" y="730"/>
                                      </a:cubicBezTo>
                                      <a:cubicBezTo>
                                        <a:pt x="106" y="887"/>
                                        <a:pt x="158" y="1155"/>
                                        <a:pt x="203" y="1330"/>
                                      </a:cubicBezTo>
                                      <a:cubicBezTo>
                                        <a:pt x="248" y="1505"/>
                                        <a:pt x="291" y="1447"/>
                                        <a:pt x="343" y="1780"/>
                                      </a:cubicBezTo>
                                      <a:cubicBezTo>
                                        <a:pt x="395" y="2113"/>
                                        <a:pt x="500" y="2903"/>
                                        <a:pt x="513" y="3330"/>
                                      </a:cubicBezTo>
                                      <a:cubicBezTo>
                                        <a:pt x="526" y="3757"/>
                                        <a:pt x="438" y="4098"/>
                                        <a:pt x="423" y="4340"/>
                                      </a:cubicBezTo>
                                      <a:cubicBezTo>
                                        <a:pt x="408" y="4582"/>
                                        <a:pt x="386" y="4603"/>
                                        <a:pt x="423" y="4780"/>
                                      </a:cubicBezTo>
                                      <a:cubicBezTo>
                                        <a:pt x="460" y="4957"/>
                                        <a:pt x="590" y="5212"/>
                                        <a:pt x="643" y="5400"/>
                                      </a:cubicBezTo>
                                      <a:cubicBezTo>
                                        <a:pt x="696" y="5588"/>
                                        <a:pt x="725" y="5652"/>
                                        <a:pt x="743" y="5910"/>
                                      </a:cubicBezTo>
                                      <a:cubicBezTo>
                                        <a:pt x="761" y="6168"/>
                                        <a:pt x="738" y="6717"/>
                                        <a:pt x="753" y="6950"/>
                                      </a:cubicBezTo>
                                      <a:cubicBezTo>
                                        <a:pt x="768" y="7183"/>
                                        <a:pt x="823" y="7203"/>
                                        <a:pt x="833" y="7310"/>
                                      </a:cubicBezTo>
                                      <a:cubicBezTo>
                                        <a:pt x="843" y="7417"/>
                                        <a:pt x="820" y="7533"/>
                                        <a:pt x="816" y="759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ap="flat" cmpd="sng">
                                  <a:solidFill>
                                    <a:srgbClr val="80808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9024622" id="Group 751" o:spid="_x0000_s1026" style="position:absolute;margin-left:137.05pt;margin-top:8.9pt;width:219.4pt;height:403.05pt;z-index:251661824" coordorigin="3875,3204" coordsize="4388,80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">
                      <v:shape id="Freeform 752" o:spid="_x0000_s1027" style="position:absolute;left:5999;top:4105;width:170;height:149;visibility:visible;mso-wrap-style:square;v-text-anchor:top" coordsize="89,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" path="m19,c31,,69,2,79,11v10,9,8,40,3,46c77,63,58,40,50,46,42,52,39,97,36,96,33,95,32,52,33,39,34,26,45,22,40,18,35,14,8,17,4,14,,11,7,,19,xe" fillcolor="#ddd" stroked="f">
                        <v:path arrowok="t" o:connecttype="custom" o:connectlocs="36,0;151,17;157,88;96,71;69,147;63,60;76,28;8,22;36,0" o:connectangles="0,0,0,0,0,0,0,0,0"/>
                      </v:shape>
                      <v:shape id="Freeform 753" o:spid="_x0000_s1028" style="position:absolute;left:4868;top:3204;width:509;height:708;visibility:visible;mso-wrap-style:square;v-text-anchor:top" coordsize="267,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" path="m29,4c53,,124,56,163,128v39,72,104,284,103,307c265,458,197,313,156,266,115,219,38,196,19,153,,110,5,8,29,4xe" fillcolor="#ddd" stroked="f">
                        <v:path arrowok="t" o:connecttype="custom" o:connectlocs="55,6;311,198;507,672;297,411;36,237;55,6" o:connectangles="0,0,0,0,0,0"/>
                      </v:shape>
                      <v:shape id="Freeform 754" o:spid="_x0000_s1029" style="position:absolute;left:7179;top:3432;width:182;height:574;visibility:visible;mso-wrap-style:square;v-text-anchor:top" coordsize="95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" path="m57,54c46,86,38,144,29,195,20,246,,351,4,361,8,371,41,278,54,255v13,-23,26,-9,31,-35c90,194,81,136,82,100,83,64,95,10,92,5,89,,68,22,57,54xe" fillcolor="#ddd" stroked="f">
                        <v:path arrowok="t" o:connecttype="custom" o:connectlocs="109,84;56,302;8,559;103,395;163,340;157,155;176,8;109,84" o:connectangles="0,0,0,0,0,0,0,0"/>
                      </v:shape>
                      <v:shape id="Freeform 755" o:spid="_x0000_s1030" style="position:absolute;left:4701;top:4385;width:176;height:1011;visibility:visible;mso-wrap-style:square;v-text-anchor:top" coordsize="92,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" path="m32,31c42,62,76,214,84,296v8,82,5,170,-7,229c65,584,19,655,14,652,9,649,40,555,46,507v6,-48,11,-92,7,-141c49,317,30,248,21,211,12,174,,161,,144,,127,14,128,21,109,28,90,22,,32,31xe" fillcolor="#ddd" stroked="f">
                        <v:path arrowok="t" o:connecttype="custom" o:connectlocs="61,48;161,457;147,810;27,1006;88,783;101,565;40,326;0,222;40,168;61,48" o:connectangles="0,0,0,0,0,0,0,0,0,0"/>
                      </v:shape>
                      <v:shape id="Freeform 756" o:spid="_x0000_s1031" style="position:absolute;left:5076;top:5387;width:840;height:722;visibility:visible;mso-wrap-style:square;v-text-anchor:top" coordsize="440,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" path="m12,14c24,28,160,115,227,187v67,72,161,234,187,257c440,467,397,364,386,328v-11,-36,-1,-62,-39,-99c309,192,213,142,157,106,101,70,,,12,14xe" fillcolor="#ddd" stroked="f">
                        <v:path arrowok="t" o:connecttype="custom" o:connectlocs="23,22;433,289;790,686;737,507;662,354;300,164;23,22" o:connectangles="0,0,0,0,0,0,0"/>
                      </v:shape>
                      <v:shape id="Freeform 757" o:spid="_x0000_s1032" style="position:absolute;left:6316;top:5360;width:901;height:712;visibility:visible;mso-wrap-style:square;v-text-anchor:top" coordsize="472,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" path="m33,445c59,429,105,306,174,236,243,166,420,50,446,25,472,,379,52,329,85,279,118,198,181,146,222,94,263,36,294,18,332,,370,7,461,33,445xe" fillcolor="#ddd" stroked="f">
                        <v:path arrowok="t" o:connecttype="custom" o:connectlocs="63,687;332,364;851,39;628,131;279,343;34,513;63,687" o:connectangles="0,0,0,0,0,0,0"/>
                      </v:shape>
                      <v:shape id="Freeform 758" o:spid="_x0000_s1033" style="position:absolute;left:7242;top:4320;width:292;height:677;visibility:visible;mso-wrap-style:square;v-text-anchor:top" coordsize="153,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" path="m102,9c92,18,68,106,59,158,50,210,58,278,49,324,40,370,,435,6,437v6,2,58,-72,82,-99c112,311,143,313,148,274,153,235,124,149,119,105,114,61,112,,102,9xe" fillcolor="#ddd" stroked="f">
                        <v:path arrowok="t" o:connecttype="custom" o:connectlocs="195,14;113,244;94,500;11,674;168,521;282,423;227,162;195,14" o:connectangles="0,0,0,0,0,0,0,0"/>
                      </v:shape>
                      <v:shape id="Freeform 759" o:spid="_x0000_s1034" style="position:absolute;left:5060;top:4801;width:702;height:418;visibility:visible;mso-wrap-style:square;v-text-anchor:top" coordsize="368,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" path="m6,1c,,123,150,182,195v59,45,174,73,180,74c368,270,279,245,221,202,163,159,12,2,6,1xe" fillcolor="#ddd" stroked="f">
                        <v:path arrowok="t" o:connecttype="custom" o:connectlocs="11,2;347,302;691,416;422,313;11,2" o:connectangles="0,0,0,0,0"/>
                      </v:shape>
                      <v:shape id="Freeform 760" o:spid="_x0000_s1035" style="position:absolute;left:4169;top:7655;width:1024;height:1159;visibility:visible;mso-wrap-style:square;v-text-anchor:top" coordsize="536,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" path="m99,v26,43,53,86,67,127c180,168,178,208,180,243v2,35,8,85,-4,96c164,350,127,302,109,307v-18,5,-36,40,-42,63c61,393,76,426,74,445v-2,19,-13,15,-21,42c45,514,14,575,25,610v11,35,60,74,95,85c155,706,199,695,233,678v34,-17,66,-56,88,-82c343,570,349,548,367,522v18,-26,38,-64,64,-84c457,418,516,400,526,399v10,-1,-15,22,-35,35c471,447,427,454,406,480v-21,26,-39,91,-39,113c367,615,415,597,409,610v-6,13,-52,42,-81,64c299,696,268,732,236,741v-32,9,-71,-1,-102,-14c103,714,71,684,49,663,27,642,6,635,3,603,,571,19,515,28,469,37,423,46,370,56,328,66,286,76,238,88,219v12,-19,34,10,43,-4c140,201,144,167,141,134,138,101,118,37,113,18e" fillcolor="#ddd" stroked="f">
                        <v:path arrowok="t" o:connecttype="custom" o:connectlocs="189,0;317,196;344,376;336,524;208,474;128,572;141,688;101,753;48,943;229,1074;445,1048;613,921;701,807;823,677;1005,617;938,671;776,742;701,916;781,943;627,1042;451,1145;256,1123;94,1025;6,932;53,725;107,507;168,338;250,332;269,207;216,28" o:connectangles="0,0,0,0,0,0,0,0,0,0,0,0,0,0,0,0,0,0,0,0,0,0,0,0,0,0,0,0,0,0"/>
                      </v:shape>
                      <v:shape id="Freeform 761" o:spid="_x0000_s1036" style="position:absolute;left:6893;top:7690;width:936;height:1140;visibility:visible;mso-wrap-style:square;v-text-anchor:top" coordsize="491,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" path="m41,257v25,1,86,90,117,95c189,357,196,300,225,285v29,-15,82,-13,109,-21c361,256,376,258,387,239v11,-19,9,-58,11,-88c400,121,385,82,398,59,411,36,466,,475,13v9,13,-15,85,-21,124c448,176,453,228,436,250v-17,22,-51,15,-81,21c325,277,278,275,256,285v-22,10,-27,28,-35,49c213,355,203,390,207,412v4,22,37,36,39,53c248,482,213,486,218,514v5,28,25,98,56,120c305,656,376,656,405,648v29,-8,33,-34,46,-60c464,562,481,493,486,490v5,-3,-4,50,-7,81c476,602,486,650,468,677v-18,27,-63,51,-99,56c333,738,279,722,249,708,219,694,204,678,189,648,174,618,166,561,161,525v-5,-36,12,-75,-3,-95c143,410,98,419,73,405,48,391,12,370,6,345,,320,16,256,41,257xe" fillcolor="#ddd" stroked="f">
                        <v:path arrowok="t" o:connecttype="custom" o:connectlocs="78,397;301,544;429,440;637,408;738,369;759,233;759,91;905,20;865,212;831,386;677,419;488,440;421,516;395,636;469,718;416,794;522,979;772,1001;860,908;926,757;913,882;892,1046;703,1132;475,1094;360,1001;307,811;301,664;139,626;11,533;78,397" o:connectangles="0,0,0,0,0,0,0,0,0,0,0,0,0,0,0,0,0,0,0,0,0,0,0,0,0,0,0,0,0,0"/>
                      </v:shape>
                      <v:shape id="Freeform 762" o:spid="_x0000_s1037" style="position:absolute;left:6961;top:8736;width:679;height:1127;visibility:visible;mso-wrap-style:square;v-text-anchor:top" coordsize="356,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" path="m55,154v16,24,59,29,102,102c200,329,280,521,312,595v32,74,44,134,36,106c340,673,289,504,266,429,243,354,242,312,210,253,178,194,107,114,72,73,37,32,4,,2,6,,12,49,88,58,112v9,24,-19,18,-3,42xe" fillcolor="#ddd" stroked="f">
                        <v:path arrowok="t" o:connecttype="custom" o:connectlocs="105,238;299,396;595,920;664,1084;507,663;401,391;137,113;4,9;111,173;105,238" o:connectangles="0,0,0,0,0,0,0,0,0,0"/>
                      </v:shape>
                      <v:shape id="Freeform 763" o:spid="_x0000_s1038" style="position:absolute;left:4590;top:8790;width:366;height:662;visibility:visible;mso-wrap-style:square;v-text-anchor:top" coordsize="191,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" path="m160,32c133,79,106,127,79,191,52,255,2,403,1,416,,429,47,309,72,268v25,-41,61,-78,78,-99c167,148,168,167,174,141,180,115,191,28,188,14,185,,171,28,157,56e" fillcolor="#ddd" stroked="f">
                        <v:path arrowok="t" o:connecttype="custom" o:connectlocs="307,49;151,295;2,642;138,414;287,261;333,218;360,22;301,86" o:connectangles="0,0,0,0,0,0,0,0"/>
                      </v:shape>
                      <v:shape id="Freeform 764" o:spid="_x0000_s1039" style="position:absolute;left:4056;top:3286;width:2090;height:7936;visibility:visible;mso-wrap-style:square;v-text-anchor:top" coordsize="2090,7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" path="m2090,v-2,68,-4,282,-7,408c2078,534,2088,637,2068,757v-20,120,-30,214,-106,374c1886,1291,1735,1500,1610,1718v-125,218,-269,339,-397,723c1085,2824,951,3570,838,4019,724,4468,640,4872,532,5134,425,5397,273,5389,189,5592,106,5795,61,6096,30,6351,,6607,12,6862,12,7126v,264,14,642,18,810e" filled="f">
                        <v:path arrowok="t" o:connecttype="custom" o:connectlocs="2090,0;2083,408;2068,757;1962,1131;1610,1718;1213,2441;838,4019;532,5134;189,5592;30,6351;12,7126;30,7936" o:connectangles="0,0,0,0,0,0,0,0,0,0,0,0"/>
                      </v:shape>
                      <v:shape id="Freeform 765" o:spid="_x0000_s1040" style="position:absolute;left:6329;top:3279;width:1773;height:7960;visibility:visible;mso-wrap-style:square;v-text-anchor:top" coordsize="1773,7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" path="m,c5,121,10,520,33,729v23,209,13,272,107,527c234,1511,497,1980,597,2259v100,279,100,360,142,669c781,3238,808,3782,851,4114v43,331,106,616,146,801c1037,5100,1008,5077,1092,5228v83,152,321,326,407,597c1584,6097,1565,6557,1606,6856v41,299,114,576,141,760c1773,7800,1760,7888,1764,7960e" filled="f">
                        <v:path arrowok="t" o:connecttype="custom" o:connectlocs="0,0;33,729;140,1256;597,2259;739,2928;851,4114;997,4915;1092,5228;1499,5825;1606,6856;1747,7616;1764,7960" o:connectangles="0,0,0,0,0,0,0,0,0,0,0,0"/>
                      </v:shape>
                      <v:shape id="Freeform 766" o:spid="_x0000_s1041" style="position:absolute;left:5380;top:5096;width:423;height:1741;visibility:visible;mso-wrap-style:square;v-text-anchor:top" coordsize="436,1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" path="m11,1794c29,1610,40,1427,40,1257,40,1087,,919,10,776,20,633,52,513,100,401,148,289,250,169,296,102,342,35,368,2,378,1,388,,349,54,359,97v10,43,43,104,77,165e" filled="f">
                        <v:path arrowok="t" o:connecttype="custom" o:connectlocs="11,1741;39,1220;10,753;97,389;287,99;367,1;348,94;423,254" o:connectangles="0,0,0,0,0,0,0,0"/>
                      </v:shape>
                      <v:shape id="Freeform 767" o:spid="_x0000_s1042" style="position:absolute;left:6441;top:5004;width:436;height:1790;visibility:visible;mso-wrap-style:square;v-text-anchor:top" coordsize="415,17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" path="m353,1702v-7,-134,-13,-267,-9,-383c349,1203,369,1100,380,1006v11,-94,35,-162,28,-252c401,664,373,563,335,467,297,371,219,257,177,180,136,103,103,15,87,7,70,,91,84,77,137,62,189,33,256,,324e" filled="f">
                        <v:path arrowok="t" o:connecttype="custom" o:connectlocs="371,1790;361,1387;399,1058;429,793;352,491;186,189;91,7;81,144;0,341" o:connectangles="0,0,0,0,0,0,0,0,0"/>
                      </v:shape>
                      <v:shape id="Freeform 768" o:spid="_x0000_s1043" style="position:absolute;left:5792;top:4341;width:651;height:971;visibility:visible;mso-wrap-style:square;v-text-anchor:top" coordsize="651,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" path="m51,966c43,949,2,907,1,860,,814,22,743,43,685,63,626,91,574,125,511,159,448,196,389,248,307,301,224,393,31,438,16,482,,487,125,518,212v31,87,84,244,105,326c644,620,639,657,642,704v3,47,9,72,,116c634,865,612,918,591,971e" filled="f">
                        <v:path arrowok="t" o:connecttype="custom" o:connectlocs="51,966;1,860;43,685;125,511;248,307;438,16;518,212;623,538;642,704;642,820;591,971" o:connectangles="0,0,0,0,0,0,0,0,0,0,0"/>
                      </v:shape>
                      <v:shape id="Freeform 769" o:spid="_x0000_s1044" style="position:absolute;left:4441;top:5952;width:916;height:5274;visibility:visible;mso-wrap-style:square;v-text-anchor:top" coordsize="871,5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" path="m854,833v6,-94,11,-188,13,-282c869,458,871,355,864,271,856,186,848,,823,39,798,78,766,285,716,502,666,719,591,1065,524,1342v-68,277,-171,637,-215,825c266,2356,259,2350,260,2475v2,124,48,266,60,440c333,3090,385,3254,341,3525,296,3795,110,4289,55,4537,,4785,21,4916,12,5016e" filled="f">
                        <v:path arrowok="t" o:connecttype="custom" o:connectlocs="898,876;912,579;909,285;866,41;753,528;551,1411;325,2278;273,2602;337,3065;359,3706;58,4770;13,5274" o:connectangles="0,0,0,0,0,0,0,0,0,0,0,0"/>
                      </v:shape>
                      <v:shape id="Freeform 770" o:spid="_x0000_s1045" style="position:absolute;left:6863;top:6031;width:855;height:5191;visibility:visible;mso-wrap-style:square;v-text-anchor:top" coordsize="813,4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" path="m,727c2,603,4,479,9,383,15,287,22,209,31,152,40,95,53,,66,41v13,41,27,204,41,360c121,557,132,780,152,977v21,197,44,400,76,602c260,1781,319,2044,343,2190v24,146,29,142,28,262c370,2573,331,2748,335,2913v4,166,-10,293,58,531c461,3682,671,4089,741,4338v70,249,57,474,72,599e" filled="f">
                        <v:path arrowok="t" o:connecttype="custom" o:connectlocs="0,764;9,403;33,160;69,43;113,422;160,1027;240,1660;361,2303;390,2578;352,3063;413,3621;779,4561;855,5191" o:connectangles="0,0,0,0,0,0,0,0,0,0,0,0,0"/>
                      </v:shape>
                      <v:shape id="Freeform 771" o:spid="_x0000_s1046" style="position:absolute;left:4118;top:8589;width:526;height:2629;visibility:visible;mso-wrap-style:square;v-text-anchor:top" coordsize="500,2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" path="m36,2500c35,2399,27,2122,25,1889,23,1656,,1353,24,1104,47,855,112,557,163,393,214,230,277,187,329,123,381,58,450,11,475,6v25,-6,10,26,4,85c472,150,468,196,434,359,399,523,314,850,273,1074v-42,223,-68,460,-89,628c163,1870,154,1965,143,2083v-11,118,-19,257,-24,325e" filled="f">
                        <v:path arrowok="t" o:connecttype="custom" o:connectlocs="38,2629;26,1986;25,1161;171,413;346,129;500,6;504,96;457,378;287,1129;194,1790;150,2190;125,2532" o:connectangles="0,0,0,0,0,0,0,0,0,0,0,0"/>
                      </v:shape>
                      <v:shape id="Freeform 772" o:spid="_x0000_s1047" style="position:absolute;left:4296;top:8929;width:455;height:2289;visibility:visible;mso-wrap-style:square;v-text-anchor:top" coordsize="433,2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" path="m,2085v5,-67,15,-254,33,-402c51,1535,85,1349,109,1197v24,-153,37,-261,67,-429c207,600,261,316,292,188,322,61,342,,362,1v19,1,36,125,48,194c422,264,433,332,431,416v-2,85,-9,161,-35,291c370,838,317,1041,274,1201v-42,161,-104,307,-134,469c110,1832,102,2072,92,2177e" filled="f">
                        <v:path arrowok="t" o:connecttype="custom" o:connectlocs="0,2192;35,1770;115,1259;185,808;307,198;380,1;431,205;453,437;416,743;288,1263;147,1756;97,2289" o:connectangles="0,0,0,0,0,0,0,0,0,0,0,0"/>
                      </v:shape>
                      <v:shape id="Freeform 773" o:spid="_x0000_s1048" style="position:absolute;left:7280;top:8807;width:582;height:2411;visibility:visible;mso-wrap-style:square;v-text-anchor:top" coordsize="554,2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" path="m467,2293v-3,-62,-8,-254,-21,-369c433,1809,440,1754,390,1605,340,1456,209,1198,148,1031,87,863,46,736,23,601,,466,8,321,10,223,12,126,18,,37,12v18,12,49,113,83,284c154,467,185,825,242,1040v57,215,169,400,218,548c509,1736,520,1827,536,1928v16,101,14,213,18,269e" filled="f">
                        <v:path arrowok="t" o:connecttype="custom" o:connectlocs="491,2411;469,2023;410,1688;155,1084;24,632;11,234;39,13;126,311;254,1094;483,1670;563,2027;582,2310" o:connectangles="0,0,0,0,0,0,0,0,0,0,0,0"/>
                      </v:shape>
                      <v:shape id="Freeform 774" o:spid="_x0000_s1049" style="position:absolute;left:7354;top:8560;width:675;height:2679;visibility:visible;mso-wrap-style:square;v-text-anchor:top" coordsize="641,25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" path="m537,2427v-10,-91,-10,-343,-62,-545c423,1680,282,1433,225,1212,168,991,167,749,131,556,95,363,,103,10,52,20,,129,156,195,247v65,90,163,199,207,346c447,740,444,968,458,1126v14,159,11,291,29,421c505,1677,543,1776,567,1907v24,131,52,322,63,429c641,2443,633,2503,634,2547e" filled="f">
                        <v:path arrowok="t" o:connecttype="custom" o:connectlocs="565,2553;500,1980;237,1275;138,585;11,55;205,260;423,624;482,1184;513,1627;597,2006;663,2457;668,2679" o:connectangles="0,0,0,0,0,0,0,0,0,0,0,0"/>
                      </v:shape>
                      <v:shape id="Freeform 775" o:spid="_x0000_s1050" style="position:absolute;left:3875;top:3273;width:837;height:7957;visibility:visible;mso-wrap-style:square;v-text-anchor:top" coordsize="796,7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" path="m753,v21,177,43,355,,670c710,985,550,1502,493,1890v-57,388,-58,748,-80,1110c391,3362,380,3773,363,4060v-17,287,-30,515,-50,660c293,4865,270,4835,243,4930v-27,95,-53,233,-90,360c116,5417,46,5528,23,5690,,5852,5,6002,13,6260v8,258,53,762,60,980c80,7458,59,7499,55,7567e" filled="f" strokecolor="gray" strokeweight="1pt">
                        <v:path arrowok="t" o:connecttype="custom" o:connectlocs="792,0;792,705;518,1987;434,3155;382,4269;329,4963;256,5184;161,5563;24,5983;14,6583;77,7613;58,7957" o:connectangles="0,0,0,0,0,0,0,0,0,0,0,0"/>
                      </v:shape>
                      <v:shape id="Freeform 776" o:spid="_x0000_s1051" style="position:absolute;left:4528;top:6031;width:3136;height:5234;visibility:visible;mso-wrap-style:square;v-text-anchor:top" coordsize="2982,4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" path="m29,4941v1,-16,7,-48,4,-95c30,4799,,4749,12,4658v12,-91,23,-120,90,-360c169,4058,364,3478,412,3218v48,-260,-72,-313,-20,-480c444,2571,642,2398,722,2218v80,-180,102,-393,150,-560c920,1491,950,1370,1012,1218v62,-152,168,-297,230,-470c1304,575,1345,300,1382,178,1419,56,1435,,1462,18v27,18,45,148,80,270c1577,410,1607,518,1672,748v65,230,188,657,260,920c2004,1931,2034,2160,2102,2328v68,168,187,185,240,350c2395,2843,2390,3148,2422,3318v32,170,35,210,110,380c2607,3868,2800,4173,2872,4338v72,165,77,270,90,350c2975,4768,2949,4770,2952,4818v3,48,16,104,30,160e" filled="f" strokecolor="gray" strokeweight="1pt">
                        <v:path arrowok="t" o:connecttype="custom" o:connectlocs="30,5195;35,5095;13,4898;107,4519;433,3383;412,2879;759,2332;917,1743;1064,1281;1306,786;1453,187;1538,19;1622,303;1758,786;2032,1754;2211,2448;2463,2816;2547,3489;2663,3888;3020,4561;3115,4929;3104,5066;3136,5234" o:connectangles="0,0,0,0,0,0,0,0,0,0,0,0,0,0,0,0,0,0,0,0,0,0,0"/>
                      </v:shape>
                      <v:shape id="Freeform 777" o:spid="_x0000_s1052" style="position:absolute;left:7377;top:3273;width:886;height:7984;visibility:visible;mso-wrap-style:square;v-text-anchor:top" coordsize="843,7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" path="m53,c26,134,,268,3,390,6,512,40,573,73,730v33,157,85,425,130,600c248,1505,291,1447,343,1780v52,333,157,1123,170,1550c526,3757,438,4098,423,4340v-15,242,-37,263,,440c460,4957,590,5212,643,5400v53,188,82,252,100,510c761,6168,738,6717,753,6950v15,233,70,253,80,360c843,7417,820,7533,816,7592e" filled="f" strokecolor="gray" strokeweight="1pt">
                        <v:path arrowok="t" o:connecttype="custom" o:connectlocs="56,0;3,410;77,768;213,1399;360,1872;539,3502;445,4564;445,5027;676,5679;781,6215;791,7309;875,7687;858,7984" o:connectangles="0,0,0,0,0,0,0,0,0,0,0,0,0"/>
                      </v:shape>
                    </v:group>
                  </w:pict>
                </mc:Fallback>
              </mc:AlternateContent>
            </w:r>
            <w:r w:rsidR="00556C09" w:rsidRPr="001B1BC9">
              <w:rPr>
                <w:rFonts w:ascii="Arial" w:hAnsi="Arial"/>
                <w:b/>
                <w:bCs/>
                <w:sz w:val="18"/>
                <w:szCs w:val="20"/>
              </w:rPr>
              <w:t>Bilateral Lower Extremity Arterial Duplex</w:t>
            </w:r>
          </w:p>
        </w:tc>
      </w:tr>
      <w:bookmarkStart w:id="0" w:name="_GoBack"/>
      <w:bookmarkEnd w:id="0"/>
      <w:tr w:rsidR="00556C09" w:rsidRPr="001B1BC9" w:rsidTr="001B1BC9">
        <w:trPr>
          <w:gridAfter w:val="1"/>
          <w:wAfter w:w="13" w:type="dxa"/>
          <w:trHeight w:val="7938"/>
        </w:trPr>
        <w:tc>
          <w:tcPr>
            <w:tcW w:w="9740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024F69" w:rsidP="001B1BC9">
            <w:pPr>
              <w:tabs>
                <w:tab w:val="left" w:pos="2127"/>
              </w:tabs>
              <w:jc w:val="center"/>
              <w:rPr>
                <w:rFonts w:ascii="Arial" w:hAnsi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3808" behindDoc="0" locked="0" layoutInCell="1" allowOverlap="1">
                      <wp:simplePos x="0" y="0"/>
                      <wp:positionH relativeFrom="column">
                        <wp:posOffset>3852545</wp:posOffset>
                      </wp:positionH>
                      <wp:positionV relativeFrom="paragraph">
                        <wp:posOffset>3594735</wp:posOffset>
                      </wp:positionV>
                      <wp:extent cx="25400" cy="285115"/>
                      <wp:effectExtent l="10160" t="43815" r="12065" b="52070"/>
                      <wp:wrapNone/>
                      <wp:docPr id="48" name="Freeform 819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5400" cy="285115"/>
                              </a:xfrm>
                              <a:custGeom>
                                <a:avLst/>
                                <a:gdLst>
                                  <a:gd name="T0" fmla="*/ 17 w 40"/>
                                  <a:gd name="T1" fmla="*/ 0 h 449"/>
                                  <a:gd name="T2" fmla="*/ 40 w 40"/>
                                  <a:gd name="T3" fmla="*/ 150 h 449"/>
                                  <a:gd name="T4" fmla="*/ 40 w 40"/>
                                  <a:gd name="T5" fmla="*/ 225 h 449"/>
                                  <a:gd name="T6" fmla="*/ 40 w 40"/>
                                  <a:gd name="T7" fmla="*/ 334 h 449"/>
                                  <a:gd name="T8" fmla="*/ 29 w 40"/>
                                  <a:gd name="T9" fmla="*/ 449 h 449"/>
                                  <a:gd name="T10" fmla="*/ 11 w 40"/>
                                  <a:gd name="T11" fmla="*/ 282 h 449"/>
                                  <a:gd name="T12" fmla="*/ 0 w 40"/>
                                  <a:gd name="T13" fmla="*/ 121 h 449"/>
                                  <a:gd name="T14" fmla="*/ 17 w 40"/>
                                  <a:gd name="T15" fmla="*/ 0 h 44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40" h="449">
                                    <a:moveTo>
                                      <a:pt x="17" y="0"/>
                                    </a:moveTo>
                                    <a:lnTo>
                                      <a:pt x="40" y="150"/>
                                    </a:lnTo>
                                    <a:lnTo>
                                      <a:pt x="40" y="225"/>
                                    </a:lnTo>
                                    <a:lnTo>
                                      <a:pt x="40" y="334"/>
                                    </a:lnTo>
                                    <a:lnTo>
                                      <a:pt x="29" y="449"/>
                                    </a:lnTo>
                                    <a:lnTo>
                                      <a:pt x="11" y="282"/>
                                    </a:lnTo>
                                    <a:lnTo>
                                      <a:pt x="0" y="121"/>
                                    </a:lnTo>
                                    <a:lnTo>
                                      <a:pt x="17" y="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0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DC71FD" id="Freeform 819" o:spid="_x0000_s1026" alt="Granite" style="position:absolute;margin-left:303.35pt;margin-top:283.05pt;width:2pt;height:22.45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0,44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" path="m17,l40,150r,75l40,334,29,449,11,282,,121,17,xe">
                      <v:fill r:id="rId7" o:title="Granite" recolor="t" type="tile"/>
                      <v:path arrowok="t" o:connecttype="custom" o:connectlocs="10795,0;25400,95250;25400,142875;25400,212090;18415,285115;6985,179070;0,76835;10795,0" o:connectangles="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9712" behindDoc="0" locked="0" layoutInCell="1" allowOverlap="1">
                      <wp:simplePos x="0" y="0"/>
                      <wp:positionH relativeFrom="column">
                        <wp:posOffset>3550285</wp:posOffset>
                      </wp:positionH>
                      <wp:positionV relativeFrom="paragraph">
                        <wp:posOffset>3787775</wp:posOffset>
                      </wp:positionV>
                      <wp:extent cx="316230" cy="1270"/>
                      <wp:effectExtent l="12700" t="8255" r="13970" b="9525"/>
                      <wp:wrapNone/>
                      <wp:docPr id="47" name="Freeform 8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16230" cy="1270"/>
                              </a:xfrm>
                              <a:custGeom>
                                <a:avLst/>
                                <a:gdLst>
                                  <a:gd name="T0" fmla="*/ 0 w 498"/>
                                  <a:gd name="T1" fmla="*/ 0 h 2"/>
                                  <a:gd name="T2" fmla="*/ 498 w 498"/>
                                  <a:gd name="T3" fmla="*/ 2 h 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498" h="2">
                                    <a:moveTo>
                                      <a:pt x="0" y="0"/>
                                    </a:moveTo>
                                    <a:lnTo>
                                      <a:pt x="498" y="2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00967CEF" id="Freeform 815" o:spid="_x0000_s1026" style="position:absolute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79.55pt,298.25pt,304.45pt,298.35pt" coordsize="49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" filled="f">
                      <v:path arrowok="t" o:connecttype="custom" o:connectlocs="0,0;316230,1270" o:connectangles="0,0"/>
                    </v:polylin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2784" behindDoc="0" locked="0" layoutInCell="1" allowOverlap="1">
                      <wp:simplePos x="0" y="0"/>
                      <wp:positionH relativeFrom="column">
                        <wp:posOffset>3683000</wp:posOffset>
                      </wp:positionH>
                      <wp:positionV relativeFrom="paragraph">
                        <wp:posOffset>1425575</wp:posOffset>
                      </wp:positionV>
                      <wp:extent cx="238125" cy="1633855"/>
                      <wp:effectExtent l="59690" t="8255" r="35560" b="5715"/>
                      <wp:wrapNone/>
                      <wp:docPr id="46" name="Freeform 8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38125" cy="1633855"/>
                              </a:xfrm>
                              <a:custGeom>
                                <a:avLst/>
                                <a:gdLst>
                                  <a:gd name="T0" fmla="*/ 0 w 375"/>
                                  <a:gd name="T1" fmla="*/ 0 h 2573"/>
                                  <a:gd name="T2" fmla="*/ 82 w 375"/>
                                  <a:gd name="T3" fmla="*/ 341 h 2573"/>
                                  <a:gd name="T4" fmla="*/ 136 w 375"/>
                                  <a:gd name="T5" fmla="*/ 724 h 2573"/>
                                  <a:gd name="T6" fmla="*/ 240 w 375"/>
                                  <a:gd name="T7" fmla="*/ 1774 h 2573"/>
                                  <a:gd name="T8" fmla="*/ 375 w 375"/>
                                  <a:gd name="T9" fmla="*/ 2573 h 2573"/>
                                  <a:gd name="T10" fmla="*/ 279 w 375"/>
                                  <a:gd name="T11" fmla="*/ 2185 h 2573"/>
                                  <a:gd name="T12" fmla="*/ 224 w 375"/>
                                  <a:gd name="T13" fmla="*/ 1826 h 2573"/>
                                  <a:gd name="T14" fmla="*/ 178 w 375"/>
                                  <a:gd name="T15" fmla="*/ 1403 h 2573"/>
                                  <a:gd name="T16" fmla="*/ 136 w 375"/>
                                  <a:gd name="T17" fmla="*/ 927 h 2573"/>
                                  <a:gd name="T18" fmla="*/ 89 w 375"/>
                                  <a:gd name="T19" fmla="*/ 457 h 2573"/>
                                  <a:gd name="T20" fmla="*/ 0 w 375"/>
                                  <a:gd name="T21" fmla="*/ 0 h 257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375" h="2573">
                                    <a:moveTo>
                                      <a:pt x="0" y="0"/>
                                    </a:moveTo>
                                    <a:lnTo>
                                      <a:pt x="82" y="341"/>
                                    </a:lnTo>
                                    <a:lnTo>
                                      <a:pt x="136" y="724"/>
                                    </a:lnTo>
                                    <a:lnTo>
                                      <a:pt x="240" y="1774"/>
                                    </a:lnTo>
                                    <a:lnTo>
                                      <a:pt x="375" y="2573"/>
                                    </a:lnTo>
                                    <a:lnTo>
                                      <a:pt x="279" y="2185"/>
                                    </a:lnTo>
                                    <a:lnTo>
                                      <a:pt x="224" y="1826"/>
                                    </a:lnTo>
                                    <a:lnTo>
                                      <a:pt x="178" y="1403"/>
                                    </a:lnTo>
                                    <a:lnTo>
                                      <a:pt x="136" y="927"/>
                                    </a:lnTo>
                                    <a:lnTo>
                                      <a:pt x="89" y="45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30E8EB" id="Freeform 818" o:spid="_x0000_s1026" style="position:absolute;margin-left:290pt;margin-top:112.25pt;width:18.75pt;height:128.65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75,25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" path="m,l82,341r54,383l240,1774r135,799l279,2185,224,1826,178,1403,136,927,89,457,,xe" fillcolor="silver">
                      <v:path arrowok="t" o:connecttype="custom" o:connectlocs="0,0;52070,216535;86360,459740;152400,1126490;238125,1633855;177165,1387475;142240,1159510;113030,890905;86360,588645;56515,290195;0,0" o:connectangles="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1760" behindDoc="0" locked="0" layoutInCell="1" allowOverlap="1">
                      <wp:simplePos x="0" y="0"/>
                      <wp:positionH relativeFrom="column">
                        <wp:posOffset>2192020</wp:posOffset>
                      </wp:positionH>
                      <wp:positionV relativeFrom="paragraph">
                        <wp:posOffset>1438910</wp:posOffset>
                      </wp:positionV>
                      <wp:extent cx="472440" cy="1845945"/>
                      <wp:effectExtent l="73660" t="12065" r="6350" b="8890"/>
                      <wp:wrapNone/>
                      <wp:docPr id="45" name="Freeform 8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72440" cy="1845945"/>
                              </a:xfrm>
                              <a:custGeom>
                                <a:avLst/>
                                <a:gdLst>
                                  <a:gd name="T0" fmla="*/ 744 w 744"/>
                                  <a:gd name="T1" fmla="*/ 0 h 2907"/>
                                  <a:gd name="T2" fmla="*/ 649 w 744"/>
                                  <a:gd name="T3" fmla="*/ 327 h 2907"/>
                                  <a:gd name="T4" fmla="*/ 580 w 744"/>
                                  <a:gd name="T5" fmla="*/ 621 h 2907"/>
                                  <a:gd name="T6" fmla="*/ 451 w 744"/>
                                  <a:gd name="T7" fmla="*/ 1228 h 2907"/>
                                  <a:gd name="T8" fmla="*/ 307 w 744"/>
                                  <a:gd name="T9" fmla="*/ 1870 h 2907"/>
                                  <a:gd name="T10" fmla="*/ 123 w 744"/>
                                  <a:gd name="T11" fmla="*/ 2559 h 2907"/>
                                  <a:gd name="T12" fmla="*/ 0 w 744"/>
                                  <a:gd name="T13" fmla="*/ 2907 h 2907"/>
                                  <a:gd name="T14" fmla="*/ 198 w 744"/>
                                  <a:gd name="T15" fmla="*/ 2245 h 2907"/>
                                  <a:gd name="T16" fmla="*/ 580 w 744"/>
                                  <a:gd name="T17" fmla="*/ 525 h 2907"/>
                                  <a:gd name="T18" fmla="*/ 696 w 744"/>
                                  <a:gd name="T19" fmla="*/ 150 h 290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744" h="2907">
                                    <a:moveTo>
                                      <a:pt x="744" y="0"/>
                                    </a:moveTo>
                                    <a:lnTo>
                                      <a:pt x="649" y="327"/>
                                    </a:lnTo>
                                    <a:lnTo>
                                      <a:pt x="580" y="621"/>
                                    </a:lnTo>
                                    <a:lnTo>
                                      <a:pt x="451" y="1228"/>
                                    </a:lnTo>
                                    <a:lnTo>
                                      <a:pt x="307" y="1870"/>
                                    </a:lnTo>
                                    <a:lnTo>
                                      <a:pt x="123" y="2559"/>
                                    </a:lnTo>
                                    <a:lnTo>
                                      <a:pt x="0" y="2907"/>
                                    </a:lnTo>
                                    <a:lnTo>
                                      <a:pt x="198" y="2245"/>
                                    </a:lnTo>
                                    <a:lnTo>
                                      <a:pt x="580" y="525"/>
                                    </a:lnTo>
                                    <a:lnTo>
                                      <a:pt x="696" y="150"/>
                                    </a:lnTo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5E0A29DA" id="Freeform 817" o:spid="_x0000_s1026" style="position:absolute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09.8pt,113.3pt,205.05pt,129.65pt,201.6pt,144.35pt,195.15pt,174.7pt,187.95pt,206.8pt,178.75pt,241.25pt,172.6pt,258.65pt,182.5pt,225.55pt,201.6pt,139.55pt,207.4pt,120.8pt" coordsize="744,29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" fillcolor="silver">
                      <v:path arrowok="t" o:connecttype="custom" o:connectlocs="472440,0;412115,207645;368300,394335;286385,779780;194945,1187450;78105,1624965;0,1845945;125730,1425575;368300,333375;441960,95250" o:connectangles="0,0,0,0,0,0,0,0,0,0"/>
                    </v:polylin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0736" behindDoc="0" locked="0" layoutInCell="1" allowOverlap="1">
                      <wp:simplePos x="0" y="0"/>
                      <wp:positionH relativeFrom="column">
                        <wp:posOffset>2819400</wp:posOffset>
                      </wp:positionH>
                      <wp:positionV relativeFrom="paragraph">
                        <wp:posOffset>127635</wp:posOffset>
                      </wp:positionV>
                      <wp:extent cx="375920" cy="1060450"/>
                      <wp:effectExtent l="5715" t="5715" r="18415" b="10160"/>
                      <wp:wrapNone/>
                      <wp:docPr id="44" name="Freeform 8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75920" cy="1060450"/>
                              </a:xfrm>
                              <a:custGeom>
                                <a:avLst/>
                                <a:gdLst>
                                  <a:gd name="T0" fmla="*/ 575 w 592"/>
                                  <a:gd name="T1" fmla="*/ 0 h 1670"/>
                                  <a:gd name="T2" fmla="*/ 592 w 592"/>
                                  <a:gd name="T3" fmla="*/ 389 h 1670"/>
                                  <a:gd name="T4" fmla="*/ 566 w 592"/>
                                  <a:gd name="T5" fmla="*/ 681 h 1670"/>
                                  <a:gd name="T6" fmla="*/ 460 w 592"/>
                                  <a:gd name="T7" fmla="*/ 981 h 1670"/>
                                  <a:gd name="T8" fmla="*/ 0 w 592"/>
                                  <a:gd name="T9" fmla="*/ 1670 h 1670"/>
                                  <a:gd name="T10" fmla="*/ 389 w 592"/>
                                  <a:gd name="T11" fmla="*/ 1060 h 1670"/>
                                  <a:gd name="T12" fmla="*/ 548 w 592"/>
                                  <a:gd name="T13" fmla="*/ 636 h 1670"/>
                                  <a:gd name="T14" fmla="*/ 557 w 592"/>
                                  <a:gd name="T15" fmla="*/ 362 h 1670"/>
                                  <a:gd name="T16" fmla="*/ 575 w 592"/>
                                  <a:gd name="T17" fmla="*/ 0 h 167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592" h="1670">
                                    <a:moveTo>
                                      <a:pt x="575" y="0"/>
                                    </a:moveTo>
                                    <a:lnTo>
                                      <a:pt x="592" y="389"/>
                                    </a:lnTo>
                                    <a:lnTo>
                                      <a:pt x="566" y="681"/>
                                    </a:lnTo>
                                    <a:lnTo>
                                      <a:pt x="460" y="981"/>
                                    </a:lnTo>
                                    <a:lnTo>
                                      <a:pt x="0" y="1670"/>
                                    </a:lnTo>
                                    <a:lnTo>
                                      <a:pt x="389" y="1060"/>
                                    </a:lnTo>
                                    <a:lnTo>
                                      <a:pt x="548" y="636"/>
                                    </a:lnTo>
                                    <a:lnTo>
                                      <a:pt x="557" y="362"/>
                                    </a:lnTo>
                                    <a:lnTo>
                                      <a:pt x="57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4A2B7A" id="Freeform 816" o:spid="_x0000_s1026" style="position:absolute;margin-left:222pt;margin-top:10.05pt;width:29.6pt;height:83.5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92,16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" path="m575,r17,389l566,681,460,981,,1670,389,1060,548,636r9,-274l575,xe" fillcolor="silver">
                      <v:path arrowok="t" o:connecttype="custom" o:connectlocs="365125,0;375920,247015;359410,432435;292100,622935;0,1060450;247015,673100;347980,403860;353695,229870;365125,0" o:connectangles="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8688" behindDoc="0" locked="0" layoutInCell="1" allowOverlap="1">
                      <wp:simplePos x="0" y="0"/>
                      <wp:positionH relativeFrom="column">
                        <wp:posOffset>3079750</wp:posOffset>
                      </wp:positionH>
                      <wp:positionV relativeFrom="paragraph">
                        <wp:posOffset>3714115</wp:posOffset>
                      </wp:positionV>
                      <wp:extent cx="476250" cy="152400"/>
                      <wp:effectExtent l="8890" t="1270" r="635" b="8255"/>
                      <wp:wrapNone/>
                      <wp:docPr id="43" name="Text Box 8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24F69" w:rsidRPr="004E4B01" w:rsidRDefault="00024F69" w:rsidP="00024F6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B196/6</w:t>
                                  </w:r>
                                  <w:r w:rsidR="000B4FF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814" o:spid="_x0000_s1026" type="#_x0000_t202" style="position:absolute;left:0;text-align:left;margin-left:242.5pt;margin-top:292.45pt;width:37.5pt;height:12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24F69" w:rsidRPr="004E4B01" w:rsidRDefault="00024F69" w:rsidP="00024F6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B196/6</w:t>
                            </w:r>
                            <w:r w:rsidR="000B4FF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7664" behindDoc="0" locked="0" layoutInCell="1" allowOverlap="1">
                      <wp:simplePos x="0" y="0"/>
                      <wp:positionH relativeFrom="column">
                        <wp:posOffset>4203065</wp:posOffset>
                      </wp:positionH>
                      <wp:positionV relativeFrom="paragraph">
                        <wp:posOffset>4495165</wp:posOffset>
                      </wp:positionV>
                      <wp:extent cx="387985" cy="0"/>
                      <wp:effectExtent l="8255" t="10795" r="13335" b="8255"/>
                      <wp:wrapNone/>
                      <wp:docPr id="42" name="Line 8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8798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0506AF1" id="Line 812" o:spid="_x0000_s1026" style="position:absolute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0.95pt,353.95pt" to="361.5pt,35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6640" behindDoc="0" locked="0" layoutInCell="1" allowOverlap="1">
                      <wp:simplePos x="0" y="0"/>
                      <wp:positionH relativeFrom="column">
                        <wp:posOffset>3646805</wp:posOffset>
                      </wp:positionH>
                      <wp:positionV relativeFrom="paragraph">
                        <wp:posOffset>4304665</wp:posOffset>
                      </wp:positionV>
                      <wp:extent cx="387985" cy="0"/>
                      <wp:effectExtent l="13970" t="10795" r="7620" b="8255"/>
                      <wp:wrapNone/>
                      <wp:docPr id="41" name="Line 8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8798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849ABD6" id="Line 811" o:spid="_x0000_s1026" style="position:absolute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7.15pt,338.95pt" to="317.7pt,3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5616" behindDoc="0" locked="0" layoutInCell="1" allowOverlap="1">
                      <wp:simplePos x="0" y="0"/>
                      <wp:positionH relativeFrom="column">
                        <wp:posOffset>4269105</wp:posOffset>
                      </wp:positionH>
                      <wp:positionV relativeFrom="paragraph">
                        <wp:posOffset>4012565</wp:posOffset>
                      </wp:positionV>
                      <wp:extent cx="343535" cy="0"/>
                      <wp:effectExtent l="7620" t="13970" r="10795" b="5080"/>
                      <wp:wrapNone/>
                      <wp:docPr id="40" name="Line 8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35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3CFEBFD" id="Line 810" o:spid="_x0000_s1026" style="position:absolute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6.15pt,315.95pt" to="363.2pt,3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4592" behindDoc="0" locked="0" layoutInCell="1" allowOverlap="1">
                      <wp:simplePos x="0" y="0"/>
                      <wp:positionH relativeFrom="column">
                        <wp:posOffset>1605915</wp:posOffset>
                      </wp:positionH>
                      <wp:positionV relativeFrom="paragraph">
                        <wp:posOffset>4751070</wp:posOffset>
                      </wp:positionV>
                      <wp:extent cx="394970" cy="0"/>
                      <wp:effectExtent l="11430" t="9525" r="12700" b="9525"/>
                      <wp:wrapNone/>
                      <wp:docPr id="39" name="Line 8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9497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4305C9A" id="Line 809" o:spid="_x0000_s1026" style="position:absolute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.45pt,374.1pt" to="157.55pt,37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3568" behindDoc="0" locked="0" layoutInCell="1" allowOverlap="1">
                      <wp:simplePos x="0" y="0"/>
                      <wp:positionH relativeFrom="column">
                        <wp:posOffset>2176780</wp:posOffset>
                      </wp:positionH>
                      <wp:positionV relativeFrom="paragraph">
                        <wp:posOffset>4524375</wp:posOffset>
                      </wp:positionV>
                      <wp:extent cx="182880" cy="0"/>
                      <wp:effectExtent l="10795" t="11430" r="6350" b="7620"/>
                      <wp:wrapNone/>
                      <wp:docPr id="38" name="Line 8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28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8FF5624" id="Line 808" o:spid="_x0000_s1026" style="position:absolute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1.4pt,356.25pt" to="185.8pt,35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2544" behindDoc="0" locked="0" layoutInCell="1" allowOverlap="1">
                      <wp:simplePos x="0" y="0"/>
                      <wp:positionH relativeFrom="column">
                        <wp:posOffset>1576705</wp:posOffset>
                      </wp:positionH>
                      <wp:positionV relativeFrom="paragraph">
                        <wp:posOffset>4173220</wp:posOffset>
                      </wp:positionV>
                      <wp:extent cx="314960" cy="0"/>
                      <wp:effectExtent l="10795" t="12700" r="7620" b="6350"/>
                      <wp:wrapNone/>
                      <wp:docPr id="37" name="Line 8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149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F19AC5F" id="Line 807" o:spid="_x0000_s1026" style="position:absolute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4.15pt,328.6pt" to="148.95pt,32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1520" behindDoc="0" locked="0" layoutInCell="1" allowOverlap="1">
                      <wp:simplePos x="0" y="0"/>
                      <wp:positionH relativeFrom="column">
                        <wp:posOffset>2353945</wp:posOffset>
                      </wp:positionH>
                      <wp:positionV relativeFrom="paragraph">
                        <wp:posOffset>3448685</wp:posOffset>
                      </wp:positionV>
                      <wp:extent cx="306070" cy="152400"/>
                      <wp:effectExtent l="6985" t="2540" r="1270" b="6985"/>
                      <wp:wrapNone/>
                      <wp:docPr id="36" name="Text Box 8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024F69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B73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6" o:spid="_x0000_s1027" type="#_x0000_t202" style="position:absolute;left:0;text-align:left;margin-left:185.35pt;margin-top:271.55pt;width:24.1pt;height:12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024F69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B73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0496" behindDoc="0" locked="0" layoutInCell="1" allowOverlap="1">
                      <wp:simplePos x="0" y="0"/>
                      <wp:positionH relativeFrom="column">
                        <wp:posOffset>2358390</wp:posOffset>
                      </wp:positionH>
                      <wp:positionV relativeFrom="paragraph">
                        <wp:posOffset>4472940</wp:posOffset>
                      </wp:positionV>
                      <wp:extent cx="306070" cy="152400"/>
                      <wp:effectExtent l="1905" t="7620" r="6350" b="1905"/>
                      <wp:wrapNone/>
                      <wp:docPr id="35" name="Text Box 8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024F69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B81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5" o:spid="_x0000_s1028" type="#_x0000_t202" style="position:absolute;left:0;text-align:left;margin-left:185.7pt;margin-top:352.2pt;width:24.1pt;height:12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024F69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B81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9472" behindDoc="0" locked="0" layoutInCell="1" allowOverlap="1">
                      <wp:simplePos x="0" y="0"/>
                      <wp:positionH relativeFrom="column">
                        <wp:posOffset>1277620</wp:posOffset>
                      </wp:positionH>
                      <wp:positionV relativeFrom="paragraph">
                        <wp:posOffset>4108450</wp:posOffset>
                      </wp:positionV>
                      <wp:extent cx="306070" cy="152400"/>
                      <wp:effectExtent l="6985" t="5080" r="1270" b="4445"/>
                      <wp:wrapNone/>
                      <wp:docPr id="34" name="Text Box 8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024F69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B81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4" o:spid="_x0000_s1029" type="#_x0000_t202" style="position:absolute;left:0;text-align:left;margin-left:100.6pt;margin-top:323.5pt;width:24.1pt;height:12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024F69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B81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8448" behindDoc="0" locked="0" layoutInCell="1" allowOverlap="1">
                      <wp:simplePos x="0" y="0"/>
                      <wp:positionH relativeFrom="column">
                        <wp:posOffset>1325880</wp:posOffset>
                      </wp:positionH>
                      <wp:positionV relativeFrom="paragraph">
                        <wp:posOffset>4705985</wp:posOffset>
                      </wp:positionV>
                      <wp:extent cx="306070" cy="152400"/>
                      <wp:effectExtent l="7620" t="2540" r="635" b="6985"/>
                      <wp:wrapNone/>
                      <wp:docPr id="33" name="Text Box 8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024F69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B59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3" o:spid="_x0000_s1030" type="#_x0000_t202" style="position:absolute;left:0;text-align:left;margin-left:104.4pt;margin-top:370.55pt;width:24.1pt;height:12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024F69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B59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7424" behindDoc="0" locked="0" layoutInCell="1" allowOverlap="1">
                      <wp:simplePos x="0" y="0"/>
                      <wp:positionH relativeFrom="column">
                        <wp:posOffset>2088515</wp:posOffset>
                      </wp:positionH>
                      <wp:positionV relativeFrom="paragraph">
                        <wp:posOffset>2025015</wp:posOffset>
                      </wp:positionV>
                      <wp:extent cx="306070" cy="152400"/>
                      <wp:effectExtent l="8255" t="7620" r="0" b="1905"/>
                      <wp:wrapNone/>
                      <wp:docPr id="32" name="Text Box 8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024F69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B48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2" o:spid="_x0000_s1031" type="#_x0000_t202" style="position:absolute;left:0;text-align:left;margin-left:164.45pt;margin-top:159.45pt;width:24.1pt;height:12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024F69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B48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6400" behindDoc="0" locked="0" layoutInCell="1" allowOverlap="1">
                      <wp:simplePos x="0" y="0"/>
                      <wp:positionH relativeFrom="column">
                        <wp:posOffset>2008505</wp:posOffset>
                      </wp:positionH>
                      <wp:positionV relativeFrom="paragraph">
                        <wp:posOffset>2374265</wp:posOffset>
                      </wp:positionV>
                      <wp:extent cx="306070" cy="152400"/>
                      <wp:effectExtent l="4445" t="4445" r="3810" b="5080"/>
                      <wp:wrapNone/>
                      <wp:docPr id="31" name="Text Box 8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024F69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B70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1" o:spid="_x0000_s1032" type="#_x0000_t202" style="position:absolute;left:0;text-align:left;margin-left:158.15pt;margin-top:186.95pt;width:24.1pt;height:12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024F69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B70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5376" behindDoc="0" locked="0" layoutInCell="1" allowOverlap="1">
                      <wp:simplePos x="0" y="0"/>
                      <wp:positionH relativeFrom="column">
                        <wp:posOffset>1956435</wp:posOffset>
                      </wp:positionH>
                      <wp:positionV relativeFrom="paragraph">
                        <wp:posOffset>2621915</wp:posOffset>
                      </wp:positionV>
                      <wp:extent cx="306070" cy="152400"/>
                      <wp:effectExtent l="0" t="4445" r="8255" b="5080"/>
                      <wp:wrapNone/>
                      <wp:docPr id="30" name="Text Box 8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024F69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B50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0" o:spid="_x0000_s1033" type="#_x0000_t202" style="position:absolute;left:0;text-align:left;margin-left:154.05pt;margin-top:206.45pt;width:24.1pt;height:12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024F69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B50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4352" behindDoc="0" locked="0" layoutInCell="1" allowOverlap="1">
                      <wp:simplePos x="0" y="0"/>
                      <wp:positionH relativeFrom="column">
                        <wp:posOffset>2423795</wp:posOffset>
                      </wp:positionH>
                      <wp:positionV relativeFrom="paragraph">
                        <wp:posOffset>2875915</wp:posOffset>
                      </wp:positionV>
                      <wp:extent cx="306070" cy="152400"/>
                      <wp:effectExtent l="635" t="1270" r="7620" b="8255"/>
                      <wp:wrapNone/>
                      <wp:docPr id="29" name="Text Box 7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024F69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B57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9" o:spid="_x0000_s1034" type="#_x0000_t202" style="position:absolute;left:0;text-align:left;margin-left:190.85pt;margin-top:226.45pt;width:24.1pt;height:12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024F69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B57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3328" behindDoc="0" locked="0" layoutInCell="1" allowOverlap="1">
                      <wp:simplePos x="0" y="0"/>
                      <wp:positionH relativeFrom="column">
                        <wp:posOffset>2366010</wp:posOffset>
                      </wp:positionH>
                      <wp:positionV relativeFrom="paragraph">
                        <wp:posOffset>3068955</wp:posOffset>
                      </wp:positionV>
                      <wp:extent cx="306070" cy="152400"/>
                      <wp:effectExtent l="0" t="3810" r="8255" b="5715"/>
                      <wp:wrapNone/>
                      <wp:docPr id="28" name="Text Box 7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024F69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B61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8" o:spid="_x0000_s1035" type="#_x0000_t202" style="position:absolute;left:0;text-align:left;margin-left:186.3pt;margin-top:241.65pt;width:24.1pt;height:12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024F69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B61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2304" behindDoc="0" locked="0" layoutInCell="1" allowOverlap="1">
                      <wp:simplePos x="0" y="0"/>
                      <wp:positionH relativeFrom="column">
                        <wp:posOffset>2328545</wp:posOffset>
                      </wp:positionH>
                      <wp:positionV relativeFrom="paragraph">
                        <wp:posOffset>3284220</wp:posOffset>
                      </wp:positionV>
                      <wp:extent cx="306070" cy="152400"/>
                      <wp:effectExtent l="635" t="0" r="7620" b="0"/>
                      <wp:wrapNone/>
                      <wp:docPr id="27" name="Text Box 7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024F69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B78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7" o:spid="_x0000_s1036" type="#_x0000_t202" style="position:absolute;left:0;text-align:left;margin-left:183.35pt;margin-top:258.6pt;width:24.1pt;height:12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024F69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B78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>
                      <wp:simplePos x="0" y="0"/>
                      <wp:positionH relativeFrom="column">
                        <wp:posOffset>3895090</wp:posOffset>
                      </wp:positionH>
                      <wp:positionV relativeFrom="paragraph">
                        <wp:posOffset>2406650</wp:posOffset>
                      </wp:positionV>
                      <wp:extent cx="306070" cy="152400"/>
                      <wp:effectExtent l="5080" t="8255" r="3175" b="1270"/>
                      <wp:wrapNone/>
                      <wp:docPr id="26" name="Text Box 7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024F69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B70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6" o:spid="_x0000_s1037" type="#_x0000_t202" style="position:absolute;left:0;text-align:left;margin-left:306.7pt;margin-top:189.5pt;width:24.1pt;height:12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024F69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B70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0256" behindDoc="0" locked="0" layoutInCell="1" allowOverlap="1">
                      <wp:simplePos x="0" y="0"/>
                      <wp:positionH relativeFrom="column">
                        <wp:posOffset>3917315</wp:posOffset>
                      </wp:positionH>
                      <wp:positionV relativeFrom="paragraph">
                        <wp:posOffset>2666365</wp:posOffset>
                      </wp:positionV>
                      <wp:extent cx="306070" cy="152400"/>
                      <wp:effectExtent l="8255" t="1270" r="0" b="8255"/>
                      <wp:wrapNone/>
                      <wp:docPr id="25" name="Text Box 7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024F69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B44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5" o:spid="_x0000_s1038" type="#_x0000_t202" style="position:absolute;left:0;text-align:left;margin-left:308.45pt;margin-top:209.95pt;width:24.1pt;height:12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024F69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B44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>
                      <wp:simplePos x="0" y="0"/>
                      <wp:positionH relativeFrom="column">
                        <wp:posOffset>3458210</wp:posOffset>
                      </wp:positionH>
                      <wp:positionV relativeFrom="paragraph">
                        <wp:posOffset>2877185</wp:posOffset>
                      </wp:positionV>
                      <wp:extent cx="306070" cy="152400"/>
                      <wp:effectExtent l="6350" t="2540" r="1905" b="6985"/>
                      <wp:wrapNone/>
                      <wp:docPr id="24" name="Text Box 7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024F69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B55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4" o:spid="_x0000_s1039" type="#_x0000_t202" style="position:absolute;left:0;text-align:left;margin-left:272.3pt;margin-top:226.55pt;width:24.1pt;height:12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024F69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B55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>
                      <wp:simplePos x="0" y="0"/>
                      <wp:positionH relativeFrom="column">
                        <wp:posOffset>3509645</wp:posOffset>
                      </wp:positionH>
                      <wp:positionV relativeFrom="paragraph">
                        <wp:posOffset>3056255</wp:posOffset>
                      </wp:positionV>
                      <wp:extent cx="306070" cy="152400"/>
                      <wp:effectExtent l="635" t="635" r="7620" b="8890"/>
                      <wp:wrapNone/>
                      <wp:docPr id="23" name="Text Box 7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024F69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B47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3" o:spid="_x0000_s1040" type="#_x0000_t202" style="position:absolute;left:0;text-align:left;margin-left:276.35pt;margin-top:240.65pt;width:24.1pt;height:12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024F69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B47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>
                      <wp:simplePos x="0" y="0"/>
                      <wp:positionH relativeFrom="column">
                        <wp:posOffset>3533775</wp:posOffset>
                      </wp:positionH>
                      <wp:positionV relativeFrom="paragraph">
                        <wp:posOffset>3244215</wp:posOffset>
                      </wp:positionV>
                      <wp:extent cx="306070" cy="152400"/>
                      <wp:effectExtent l="5715" t="7620" r="2540" b="1905"/>
                      <wp:wrapNone/>
                      <wp:docPr id="22" name="Text Box 7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024F69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B74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2" o:spid="_x0000_s1041" type="#_x0000_t202" style="position:absolute;left:0;text-align:left;margin-left:278.25pt;margin-top:255.45pt;width:24.1pt;height:12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024F69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B74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>
                      <wp:simplePos x="0" y="0"/>
                      <wp:positionH relativeFrom="column">
                        <wp:posOffset>3502660</wp:posOffset>
                      </wp:positionH>
                      <wp:positionV relativeFrom="paragraph">
                        <wp:posOffset>3414395</wp:posOffset>
                      </wp:positionV>
                      <wp:extent cx="306070" cy="152400"/>
                      <wp:effectExtent l="3175" t="6350" r="5080" b="3175"/>
                      <wp:wrapNone/>
                      <wp:docPr id="21" name="Text Box 7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024F69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B62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1" o:spid="_x0000_s1042" type="#_x0000_t202" style="position:absolute;left:0;text-align:left;margin-left:275.8pt;margin-top:268.85pt;width:24.1pt;height:12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024F69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B62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>
                      <wp:simplePos x="0" y="0"/>
                      <wp:positionH relativeFrom="column">
                        <wp:posOffset>4578350</wp:posOffset>
                      </wp:positionH>
                      <wp:positionV relativeFrom="paragraph">
                        <wp:posOffset>3957320</wp:posOffset>
                      </wp:positionV>
                      <wp:extent cx="306070" cy="152400"/>
                      <wp:effectExtent l="2540" t="6350" r="5715" b="3175"/>
                      <wp:wrapNone/>
                      <wp:docPr id="20" name="Text Box 7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024F69" w:rsidRDefault="00024F69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B106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0" o:spid="_x0000_s1043" type="#_x0000_t202" style="position:absolute;left:0;text-align:left;margin-left:360.5pt;margin-top:311.6pt;width:24.1pt;height:12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024F69" w:rsidRDefault="00024F69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B106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>
                      <wp:simplePos x="0" y="0"/>
                      <wp:positionH relativeFrom="column">
                        <wp:posOffset>3350260</wp:posOffset>
                      </wp:positionH>
                      <wp:positionV relativeFrom="paragraph">
                        <wp:posOffset>4230370</wp:posOffset>
                      </wp:positionV>
                      <wp:extent cx="306070" cy="152400"/>
                      <wp:effectExtent l="3175" t="3175" r="5080" b="6350"/>
                      <wp:wrapNone/>
                      <wp:docPr id="19" name="Text Box 7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024F69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B46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9" o:spid="_x0000_s1044" type="#_x0000_t202" style="position:absolute;left:0;text-align:left;margin-left:263.8pt;margin-top:333.1pt;width:24.1pt;height:12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024F69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B46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>
                      <wp:simplePos x="0" y="0"/>
                      <wp:positionH relativeFrom="column">
                        <wp:posOffset>4579620</wp:posOffset>
                      </wp:positionH>
                      <wp:positionV relativeFrom="paragraph">
                        <wp:posOffset>4394200</wp:posOffset>
                      </wp:positionV>
                      <wp:extent cx="306070" cy="152400"/>
                      <wp:effectExtent l="3810" t="5080" r="4445" b="4445"/>
                      <wp:wrapNone/>
                      <wp:docPr id="18" name="Text Box 7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024F69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B88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8" o:spid="_x0000_s1045" type="#_x0000_t202" style="position:absolute;left:0;text-align:left;margin-left:360.6pt;margin-top:346pt;width:24.1pt;height:12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024F69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B88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>
                      <wp:simplePos x="0" y="0"/>
                      <wp:positionH relativeFrom="column">
                        <wp:posOffset>2172970</wp:posOffset>
                      </wp:positionH>
                      <wp:positionV relativeFrom="paragraph">
                        <wp:posOffset>1717675</wp:posOffset>
                      </wp:positionV>
                      <wp:extent cx="306070" cy="152400"/>
                      <wp:effectExtent l="6985" t="5080" r="1270" b="4445"/>
                      <wp:wrapNone/>
                      <wp:docPr id="17" name="Text Box 7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024F69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B47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7" o:spid="_x0000_s1046" type="#_x0000_t202" style="position:absolute;left:0;text-align:left;margin-left:171.1pt;margin-top:135.25pt;width:24.1pt;height:12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024F69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B47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>
                      <wp:simplePos x="0" y="0"/>
                      <wp:positionH relativeFrom="column">
                        <wp:posOffset>3839845</wp:posOffset>
                      </wp:positionH>
                      <wp:positionV relativeFrom="paragraph">
                        <wp:posOffset>2057400</wp:posOffset>
                      </wp:positionV>
                      <wp:extent cx="306070" cy="152400"/>
                      <wp:effectExtent l="6985" t="1905" r="1270" b="7620"/>
                      <wp:wrapNone/>
                      <wp:docPr id="16" name="Text Box 7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024F69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B58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6" o:spid="_x0000_s1047" type="#_x0000_t202" style="position:absolute;left:0;text-align:left;margin-left:302.35pt;margin-top:162pt;width:24.1pt;height:12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024F69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B58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>
                      <wp:simplePos x="0" y="0"/>
                      <wp:positionH relativeFrom="column">
                        <wp:posOffset>3825240</wp:posOffset>
                      </wp:positionH>
                      <wp:positionV relativeFrom="paragraph">
                        <wp:posOffset>1763395</wp:posOffset>
                      </wp:positionV>
                      <wp:extent cx="306070" cy="152400"/>
                      <wp:effectExtent l="1905" t="3175" r="6350" b="6350"/>
                      <wp:wrapNone/>
                      <wp:docPr id="15" name="Text Box 7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024F69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B37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5" o:spid="_x0000_s1048" type="#_x0000_t202" style="position:absolute;left:0;text-align:left;margin-left:301.2pt;margin-top:138.85pt;width:24.1pt;height:12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024F69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B37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>
                      <wp:simplePos x="0" y="0"/>
                      <wp:positionH relativeFrom="column">
                        <wp:posOffset>3729990</wp:posOffset>
                      </wp:positionH>
                      <wp:positionV relativeFrom="paragraph">
                        <wp:posOffset>1392555</wp:posOffset>
                      </wp:positionV>
                      <wp:extent cx="306070" cy="152400"/>
                      <wp:effectExtent l="1905" t="3810" r="6350" b="5715"/>
                      <wp:wrapNone/>
                      <wp:docPr id="14" name="Text Box 7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024F69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B73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4" o:spid="_x0000_s1049" type="#_x0000_t202" style="position:absolute;left:0;text-align:left;margin-left:293.7pt;margin-top:109.65pt;width:24.1pt;height:12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024F69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B73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2296795</wp:posOffset>
                      </wp:positionH>
                      <wp:positionV relativeFrom="paragraph">
                        <wp:posOffset>1454150</wp:posOffset>
                      </wp:positionV>
                      <wp:extent cx="306070" cy="152400"/>
                      <wp:effectExtent l="6985" t="8255" r="1270" b="1270"/>
                      <wp:wrapNone/>
                      <wp:docPr id="13" name="Text Box 7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024F69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B79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3" o:spid="_x0000_s1050" type="#_x0000_t202" style="position:absolute;left:0;text-align:left;margin-left:180.85pt;margin-top:114.5pt;width:24.1pt;height:12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024F69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B79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2409190</wp:posOffset>
                      </wp:positionH>
                      <wp:positionV relativeFrom="paragraph">
                        <wp:posOffset>1183005</wp:posOffset>
                      </wp:positionV>
                      <wp:extent cx="306070" cy="152400"/>
                      <wp:effectExtent l="5080" t="3810" r="3175" b="5715"/>
                      <wp:wrapNone/>
                      <wp:docPr id="12" name="Text Box 7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024F69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B98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2" o:spid="_x0000_s1051" type="#_x0000_t202" style="position:absolute;left:0;text-align:left;margin-left:189.7pt;margin-top:93.15pt;width:24.1pt;height:12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024F69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B98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3371215</wp:posOffset>
                      </wp:positionH>
                      <wp:positionV relativeFrom="paragraph">
                        <wp:posOffset>125095</wp:posOffset>
                      </wp:positionV>
                      <wp:extent cx="306070" cy="152400"/>
                      <wp:effectExtent l="5080" t="3175" r="3175" b="6350"/>
                      <wp:wrapNone/>
                      <wp:docPr id="11" name="Text Box 7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024F69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B59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1" o:spid="_x0000_s1052" type="#_x0000_t202" style="position:absolute;left:0;text-align:left;margin-left:265.45pt;margin-top:9.85pt;width:24.1pt;height:12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024F69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B59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3591560</wp:posOffset>
                      </wp:positionH>
                      <wp:positionV relativeFrom="paragraph">
                        <wp:posOffset>1118870</wp:posOffset>
                      </wp:positionV>
                      <wp:extent cx="306070" cy="152400"/>
                      <wp:effectExtent l="6350" t="6350" r="1905" b="3175"/>
                      <wp:wrapNone/>
                      <wp:docPr id="10" name="Text Box 7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024F69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B94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0" o:spid="_x0000_s1053" type="#_x0000_t202" style="position:absolute;left:0;text-align:left;margin-left:282.8pt;margin-top:88.1pt;width:24.1pt;height:12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024F69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B94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2630170</wp:posOffset>
                      </wp:positionH>
                      <wp:positionV relativeFrom="paragraph">
                        <wp:posOffset>706120</wp:posOffset>
                      </wp:positionV>
                      <wp:extent cx="306070" cy="152400"/>
                      <wp:effectExtent l="6985" t="3175" r="1270" b="6350"/>
                      <wp:wrapNone/>
                      <wp:docPr id="9" name="Text Box 7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024F69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B83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79" o:spid="_x0000_s1054" type="#_x0000_t202" style="position:absolute;left:0;text-align:left;margin-left:207.1pt;margin-top:55.6pt;width:24.1pt;height:1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024F69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B83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3481070</wp:posOffset>
                      </wp:positionH>
                      <wp:positionV relativeFrom="paragraph">
                        <wp:posOffset>708660</wp:posOffset>
                      </wp:positionV>
                      <wp:extent cx="306070" cy="152400"/>
                      <wp:effectExtent l="635" t="5715" r="7620" b="3810"/>
                      <wp:wrapNone/>
                      <wp:docPr id="8" name="Text Box 7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024F69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B78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78" o:spid="_x0000_s1055" type="#_x0000_t202" style="position:absolute;left:0;text-align:left;margin-left:274.1pt;margin-top:55.8pt;width:24.1pt;height:1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024F69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B78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4944745</wp:posOffset>
                      </wp:positionH>
                      <wp:positionV relativeFrom="paragraph">
                        <wp:posOffset>4308475</wp:posOffset>
                      </wp:positionV>
                      <wp:extent cx="1584960" cy="716280"/>
                      <wp:effectExtent l="0" t="0" r="0" b="2540"/>
                      <wp:wrapNone/>
                      <wp:docPr id="7" name="Text Box 8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4960" cy="7162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97FDC" w:rsidRDefault="00B97FDC" w:rsidP="00B97FDC">
                                  <w:pP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T……...Triphasic</w:t>
                                  </w:r>
                                </w:p>
                                <w:p w:rsidR="00B97FDC" w:rsidRDefault="00B97FDC" w:rsidP="00B97FDC">
                                  <w:pP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B……....Biphasic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br/>
                                    <w:t>M….Monophasic</w:t>
                                  </w:r>
                                </w:p>
                                <w:p w:rsidR="00B97FDC" w:rsidRDefault="00B97FDC" w:rsidP="00B97FDC">
                                  <w:pP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O…..…Occluded</w:t>
                                  </w:r>
                                </w:p>
                                <w:p w:rsidR="00B97FDC" w:rsidRPr="00C2328A" w:rsidRDefault="00B97FDC" w:rsidP="00B97FDC">
                                  <w:pPr>
                                    <w:rPr>
                                      <w:color w:val="80808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Arterial velocities in cm/s</w:t>
                                  </w:r>
                                </w:p>
                                <w:p w:rsidR="00B97FDC" w:rsidRPr="00F8647F" w:rsidRDefault="00B97FDC" w:rsidP="00B97FD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13" o:spid="_x0000_s1056" type="#_x0000_t202" style="position:absolute;left:0;text-align:left;margin-left:389.35pt;margin-top:339.25pt;width:124.8pt;height:56.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" filled="f" stroked="f" strokecolor="gray" strokeweight=".25pt">
                      <v:stroke dashstyle="1 1" endcap="round"/>
                      <v:textbox>
                        <w:txbxContent>
                          <w:p w:rsidR="00B97FDC" w:rsidRDefault="00B97FDC" w:rsidP="00B97FDC">
                            <w:pP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T……...Triphasic</w:t>
                            </w:r>
                          </w:p>
                          <w:p w:rsidR="00B97FDC" w:rsidRDefault="00B97FDC" w:rsidP="00B97FDC">
                            <w:pP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B……....Biphasic</w:t>
                            </w: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br/>
                              <w:t>M….Monophasic</w:t>
                            </w:r>
                          </w:p>
                          <w:p w:rsidR="00B97FDC" w:rsidRDefault="00B97FDC" w:rsidP="00B97FDC">
                            <w:pP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O…..…Occluded</w:t>
                            </w:r>
                          </w:p>
                          <w:p w:rsidR="00B97FDC" w:rsidRPr="00C2328A" w:rsidRDefault="00B97FDC" w:rsidP="00B97FDC">
                            <w:pPr>
                              <w:rPr>
                                <w:color w:val="808080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Arterial velocities in cm/s</w:t>
                            </w:r>
                          </w:p>
                          <w:p w:rsidR="00B97FDC" w:rsidRPr="00F8647F" w:rsidRDefault="00B97FDC" w:rsidP="00B97FDC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56C09" w:rsidRPr="001B1BC9" w:rsidTr="001B1BC9">
        <w:tc>
          <w:tcPr>
            <w:tcW w:w="1976" w:type="dxa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024F69" w:rsidP="001B1BC9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1B1BC9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840105</wp:posOffset>
                      </wp:positionH>
                      <wp:positionV relativeFrom="paragraph">
                        <wp:posOffset>28575</wp:posOffset>
                      </wp:positionV>
                      <wp:extent cx="395605" cy="61595"/>
                      <wp:effectExtent l="7620" t="10795" r="6350" b="13335"/>
                      <wp:wrapNone/>
                      <wp:docPr id="6" name="Freeform 7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F80D54" id="Freeform 704" o:spid="_x0000_s1026" style="position:absolute;margin-left:66.15pt;margin-top:2.25pt;width:31.15pt;height:4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" path="m84,120c,106,185,36,185,36v,,72,-9,102,-12c317,21,344,,379,v35,,75,11,116,24c536,37,593,65,625,81v32,16,152,34,62,40l84,120xe" fillcolor="silver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556C09" w:rsidRPr="001B1BC9">
              <w:rPr>
                <w:rFonts w:ascii="Arial" w:hAnsi="Arial" w:cs="Arial"/>
                <w:color w:val="808080"/>
                <w:sz w:val="16"/>
                <w:szCs w:val="16"/>
              </w:rPr>
              <w:t>Plaque Type:</w:t>
            </w:r>
          </w:p>
        </w:tc>
        <w:tc>
          <w:tcPr>
            <w:tcW w:w="7777" w:type="dxa"/>
            <w:gridSpan w:val="3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1B1BC9" w:rsidRDefault="00024F69" w:rsidP="001B1BC9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1B1BC9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3723640</wp:posOffset>
                      </wp:positionH>
                      <wp:positionV relativeFrom="paragraph">
                        <wp:posOffset>36830</wp:posOffset>
                      </wp:positionV>
                      <wp:extent cx="335280" cy="62865"/>
                      <wp:effectExtent l="12065" t="19050" r="33655" b="13335"/>
                      <wp:wrapNone/>
                      <wp:docPr id="5" name="Freeform 7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5280" cy="62865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81 h 81"/>
                                  <a:gd name="T2" fmla="*/ 528 w 528"/>
                                  <a:gd name="T3" fmla="*/ 81 h 81"/>
                                  <a:gd name="T4" fmla="*/ 482 w 528"/>
                                  <a:gd name="T5" fmla="*/ 64 h 81"/>
                                  <a:gd name="T6" fmla="*/ 391 w 528"/>
                                  <a:gd name="T7" fmla="*/ 28 h 81"/>
                                  <a:gd name="T8" fmla="*/ 338 w 528"/>
                                  <a:gd name="T9" fmla="*/ 0 h 81"/>
                                  <a:gd name="T10" fmla="*/ 302 w 528"/>
                                  <a:gd name="T11" fmla="*/ 28 h 81"/>
                                  <a:gd name="T12" fmla="*/ 261 w 528"/>
                                  <a:gd name="T13" fmla="*/ 2 h 81"/>
                                  <a:gd name="T14" fmla="*/ 220 w 528"/>
                                  <a:gd name="T15" fmla="*/ 28 h 81"/>
                                  <a:gd name="T16" fmla="*/ 175 w 528"/>
                                  <a:gd name="T17" fmla="*/ 26 h 81"/>
                                  <a:gd name="T18" fmla="*/ 144 w 528"/>
                                  <a:gd name="T19" fmla="*/ 4 h 81"/>
                                  <a:gd name="T20" fmla="*/ 100 w 528"/>
                                  <a:gd name="T21" fmla="*/ 38 h 81"/>
                                  <a:gd name="T22" fmla="*/ 69 w 528"/>
                                  <a:gd name="T23" fmla="*/ 38 h 81"/>
                                  <a:gd name="T24" fmla="*/ 9 w 528"/>
                                  <a:gd name="T25" fmla="*/ 55 h 81"/>
                                  <a:gd name="T26" fmla="*/ 0 w 528"/>
                                  <a:gd name="T27" fmla="*/ 81 h 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528" h="81">
                                    <a:moveTo>
                                      <a:pt x="0" y="81"/>
                                    </a:moveTo>
                                    <a:lnTo>
                                      <a:pt x="528" y="81"/>
                                    </a:lnTo>
                                    <a:lnTo>
                                      <a:pt x="482" y="64"/>
                                    </a:lnTo>
                                    <a:lnTo>
                                      <a:pt x="391" y="28"/>
                                    </a:lnTo>
                                    <a:lnTo>
                                      <a:pt x="338" y="0"/>
                                    </a:lnTo>
                                    <a:lnTo>
                                      <a:pt x="302" y="28"/>
                                    </a:lnTo>
                                    <a:lnTo>
                                      <a:pt x="261" y="2"/>
                                    </a:lnTo>
                                    <a:lnTo>
                                      <a:pt x="220" y="28"/>
                                    </a:lnTo>
                                    <a:lnTo>
                                      <a:pt x="175" y="26"/>
                                    </a:lnTo>
                                    <a:lnTo>
                                      <a:pt x="144" y="4"/>
                                    </a:lnTo>
                                    <a:lnTo>
                                      <a:pt x="100" y="38"/>
                                    </a:lnTo>
                                    <a:lnTo>
                                      <a:pt x="69" y="38"/>
                                    </a:lnTo>
                                    <a:lnTo>
                                      <a:pt x="9" y="55"/>
                                    </a:lnTo>
                                    <a:lnTo>
                                      <a:pt x="0" y="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242AC8" id="Freeform 707" o:spid="_x0000_s1026" style="position:absolute;margin-left:293.2pt;margin-top:2.9pt;width:26.4pt;height:4.9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8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" path="m,81r528,l482,64,391,28,338,,302,28,261,2,220,28,175,26,144,4,100,38r-31,l9,55,,81xe">
                      <v:path arrowok="t" o:connecttype="custom" o:connectlocs="0,62865;335280,62865;306070,49671;248285,21731;214630,0;191770,21731;165735,1552;139700,21731;111125,20179;91440,3104;63500,29492;43815,29492;5715,42686;0,62865" o:connectangles="0,0,0,0,0,0,0,0,0,0,0,0,0,0"/>
                    </v:shape>
                  </w:pict>
                </mc:Fallback>
              </mc:AlternateContent>
            </w:r>
            <w:r w:rsidRPr="001B1BC9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2524125</wp:posOffset>
                      </wp:positionH>
                      <wp:positionV relativeFrom="paragraph">
                        <wp:posOffset>33020</wp:posOffset>
                      </wp:positionV>
                      <wp:extent cx="395605" cy="61595"/>
                      <wp:effectExtent l="12700" t="5715" r="10795" b="18415"/>
                      <wp:wrapNone/>
                      <wp:docPr id="4" name="Freeform 7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5B6C65" id="Freeform 706" o:spid="_x0000_s1026" style="position:absolute;margin-left:198.75pt;margin-top:2.6pt;width:31.15pt;height:4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1B1BC9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1743075</wp:posOffset>
                      </wp:positionH>
                      <wp:positionV relativeFrom="paragraph">
                        <wp:posOffset>38735</wp:posOffset>
                      </wp:positionV>
                      <wp:extent cx="395605" cy="61595"/>
                      <wp:effectExtent l="12700" t="11430" r="10795" b="12700"/>
                      <wp:wrapNone/>
                      <wp:docPr id="3" name="Freeform 7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570687" id="Freeform 705" o:spid="_x0000_s1026" style="position:absolute;margin-left:137.25pt;margin-top:3.05pt;width:31.15pt;height:4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1B1BC9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664210</wp:posOffset>
                      </wp:positionH>
                      <wp:positionV relativeFrom="paragraph">
                        <wp:posOffset>29845</wp:posOffset>
                      </wp:positionV>
                      <wp:extent cx="395605" cy="61595"/>
                      <wp:effectExtent l="10160" t="12065" r="13335" b="12065"/>
                      <wp:wrapNone/>
                      <wp:docPr id="2" name="Freeform 703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84D8A1" id="Freeform 703" o:spid="_x0000_s1026" alt="Granite" style="position:absolute;margin-left:52.3pt;margin-top:2.35pt;width:31.15pt;height:4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" path="m84,120c,106,185,36,185,36v,,72,-9,102,-12c317,21,344,,379,v35,,75,11,116,24c536,37,593,65,625,81v32,16,152,34,62,40l84,120xe">
                      <v:fill r:id="rId7" o:title="Granite" recolor="t" rotate="t" type="tile"/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556C09" w:rsidRPr="001B1BC9">
              <w:rPr>
                <w:rFonts w:ascii="Arial" w:hAnsi="Arial" w:cs="Arial"/>
                <w:color w:val="808080"/>
                <w:sz w:val="16"/>
                <w:szCs w:val="16"/>
              </w:rPr>
              <w:t xml:space="preserve">Homogenous                </w:t>
            </w:r>
            <w:proofErr w:type="spellStart"/>
            <w:r w:rsidR="00556C09" w:rsidRPr="001B1BC9">
              <w:rPr>
                <w:rFonts w:ascii="Arial" w:hAnsi="Arial" w:cs="Arial"/>
                <w:color w:val="808080"/>
                <w:sz w:val="16"/>
                <w:szCs w:val="16"/>
              </w:rPr>
              <w:t>Heterogenous</w:t>
            </w:r>
            <w:proofErr w:type="spellEnd"/>
            <w:r w:rsidR="00556C09" w:rsidRPr="001B1BC9">
              <w:rPr>
                <w:rFonts w:ascii="Arial" w:hAnsi="Arial" w:cs="Arial"/>
                <w:color w:val="808080"/>
                <w:sz w:val="16"/>
                <w:szCs w:val="16"/>
              </w:rPr>
              <w:t xml:space="preserve">               Calcific                Smooth Surface                Irregular Surface</w:t>
            </w:r>
          </w:p>
        </w:tc>
      </w:tr>
      <w:tr w:rsidR="00556C09" w:rsidRPr="001B1BC9" w:rsidTr="001B1BC9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024F69" w:rsidRDefault="00556C09" w:rsidP="001B1BC9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7"/>
                <w:szCs w:val="17"/>
              </w:rPr>
            </w:pPr>
            <w:proofErr w:type="spellStart"/>
            <w:r w:rsidRPr="00024F69">
              <w:rPr>
                <w:rFonts w:ascii="Arial" w:hAnsi="Arial" w:cs="Arial"/>
                <w:color w:val="808080"/>
                <w:sz w:val="17"/>
                <w:szCs w:val="17"/>
              </w:rPr>
              <w:t>Aortoiliac</w:t>
            </w:r>
            <w:proofErr w:type="spellEnd"/>
            <w:r w:rsidRPr="00024F69">
              <w:rPr>
                <w:rFonts w:ascii="Arial" w:hAnsi="Arial" w:cs="Arial"/>
                <w:color w:val="808080"/>
                <w:sz w:val="17"/>
                <w:szCs w:val="17"/>
              </w:rPr>
              <w:t xml:space="preserve"> Segment:</w:t>
            </w:r>
          </w:p>
        </w:tc>
        <w:tc>
          <w:tcPr>
            <w:tcW w:w="7764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024F69" w:rsidRDefault="00024F69" w:rsidP="001B1BC9">
            <w:pPr>
              <w:tabs>
                <w:tab w:val="left" w:pos="822"/>
                <w:tab w:val="left" w:pos="867"/>
              </w:tabs>
              <w:rPr>
                <w:rFonts w:ascii="Arial" w:hAnsi="Arial" w:cs="Arial"/>
                <w:sz w:val="17"/>
                <w:szCs w:val="17"/>
                <w:highlight w:val="yellow"/>
              </w:rPr>
            </w:pPr>
            <w:r w:rsidRPr="00024F69">
              <w:rPr>
                <w:rFonts w:ascii="Arial" w:hAnsi="Arial" w:cs="Arial"/>
                <w:sz w:val="17"/>
                <w:szCs w:val="17"/>
              </w:rPr>
              <w:t xml:space="preserve">Patent. Mild diffuse atheroma throughout the Aorta and right Common Iliac artery. No significant stenosis seen. Normal calibre Aorta. </w:t>
            </w:r>
          </w:p>
        </w:tc>
      </w:tr>
      <w:tr w:rsidR="00556C09" w:rsidRPr="001B1BC9" w:rsidTr="00F754C4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024F69" w:rsidRDefault="00556C09" w:rsidP="00556C0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7"/>
                <w:szCs w:val="17"/>
              </w:rPr>
            </w:pPr>
          </w:p>
        </w:tc>
        <w:tc>
          <w:tcPr>
            <w:tcW w:w="388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024F69" w:rsidRDefault="00556C09" w:rsidP="00556C09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7"/>
                <w:szCs w:val="17"/>
              </w:rPr>
            </w:pPr>
            <w:r w:rsidRPr="00024F69">
              <w:rPr>
                <w:rFonts w:ascii="Arial" w:hAnsi="Arial"/>
                <w:b/>
                <w:bCs/>
                <w:sz w:val="17"/>
                <w:szCs w:val="17"/>
              </w:rPr>
              <w:t>Right</w:t>
            </w:r>
          </w:p>
        </w:tc>
        <w:tc>
          <w:tcPr>
            <w:tcW w:w="3882" w:type="dxa"/>
            <w:shd w:val="clear" w:color="auto" w:fill="auto"/>
          </w:tcPr>
          <w:p w:rsidR="00556C09" w:rsidRPr="00024F69" w:rsidRDefault="00556C09" w:rsidP="00556C09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7"/>
                <w:szCs w:val="17"/>
              </w:rPr>
            </w:pPr>
            <w:r w:rsidRPr="00024F69">
              <w:rPr>
                <w:rFonts w:ascii="Arial" w:hAnsi="Arial"/>
                <w:b/>
                <w:bCs/>
                <w:sz w:val="17"/>
                <w:szCs w:val="17"/>
              </w:rPr>
              <w:t>Left</w:t>
            </w:r>
          </w:p>
        </w:tc>
      </w:tr>
      <w:tr w:rsidR="00556C09" w:rsidRPr="001B1BC9" w:rsidTr="00F754C4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024F69" w:rsidRDefault="00556C09" w:rsidP="00556C0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7"/>
                <w:szCs w:val="17"/>
              </w:rPr>
            </w:pPr>
            <w:r w:rsidRPr="00024F69">
              <w:rPr>
                <w:rFonts w:ascii="Arial" w:hAnsi="Arial" w:cs="Arial"/>
                <w:color w:val="808080"/>
                <w:sz w:val="17"/>
                <w:szCs w:val="17"/>
              </w:rPr>
              <w:t>Common Femoral Artery:</w:t>
            </w:r>
          </w:p>
        </w:tc>
        <w:tc>
          <w:tcPr>
            <w:tcW w:w="388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024F69" w:rsidRDefault="00024F69" w:rsidP="00556C09">
            <w:pPr>
              <w:tabs>
                <w:tab w:val="left" w:pos="2127"/>
              </w:tabs>
              <w:rPr>
                <w:rFonts w:ascii="Arial" w:hAnsi="Arial"/>
                <w:bCs/>
                <w:sz w:val="17"/>
                <w:szCs w:val="17"/>
              </w:rPr>
            </w:pPr>
            <w:r w:rsidRPr="00024F69">
              <w:rPr>
                <w:rFonts w:ascii="Arial" w:hAnsi="Arial"/>
                <w:bCs/>
                <w:sz w:val="17"/>
                <w:szCs w:val="17"/>
              </w:rPr>
              <w:t>Patent. Mild atheroma with no significant stenosis seen.</w:t>
            </w:r>
          </w:p>
        </w:tc>
        <w:tc>
          <w:tcPr>
            <w:tcW w:w="3882" w:type="dxa"/>
            <w:shd w:val="clear" w:color="auto" w:fill="auto"/>
          </w:tcPr>
          <w:p w:rsidR="00556C09" w:rsidRPr="00024F69" w:rsidRDefault="00024F69" w:rsidP="00556C09">
            <w:pPr>
              <w:tabs>
                <w:tab w:val="left" w:pos="2127"/>
              </w:tabs>
              <w:rPr>
                <w:rFonts w:ascii="Arial" w:hAnsi="Arial"/>
                <w:bCs/>
                <w:sz w:val="17"/>
                <w:szCs w:val="17"/>
              </w:rPr>
            </w:pPr>
            <w:r w:rsidRPr="00024F69">
              <w:rPr>
                <w:rFonts w:ascii="Arial" w:hAnsi="Arial"/>
                <w:bCs/>
                <w:sz w:val="17"/>
                <w:szCs w:val="17"/>
              </w:rPr>
              <w:t>Patent. Mild atheroma with no significant stenosis seen.</w:t>
            </w:r>
          </w:p>
        </w:tc>
      </w:tr>
      <w:tr w:rsidR="00556C09" w:rsidRPr="001B1BC9" w:rsidTr="00F754C4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024F69" w:rsidRDefault="00556C09" w:rsidP="00556C0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7"/>
                <w:szCs w:val="17"/>
              </w:rPr>
            </w:pPr>
            <w:r w:rsidRPr="00024F69">
              <w:rPr>
                <w:rFonts w:ascii="Arial" w:hAnsi="Arial" w:cs="Arial"/>
                <w:color w:val="808080"/>
                <w:sz w:val="17"/>
                <w:szCs w:val="17"/>
              </w:rPr>
              <w:t>Proximal Profunda Femoris:</w:t>
            </w:r>
          </w:p>
        </w:tc>
        <w:tc>
          <w:tcPr>
            <w:tcW w:w="388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024F69" w:rsidRDefault="00024F69" w:rsidP="00556C09">
            <w:pPr>
              <w:tabs>
                <w:tab w:val="left" w:pos="2127"/>
              </w:tabs>
              <w:rPr>
                <w:rFonts w:ascii="Arial" w:hAnsi="Arial"/>
                <w:bCs/>
                <w:sz w:val="17"/>
                <w:szCs w:val="17"/>
              </w:rPr>
            </w:pPr>
            <w:r w:rsidRPr="00024F69">
              <w:rPr>
                <w:rFonts w:ascii="Arial" w:hAnsi="Arial"/>
                <w:bCs/>
                <w:sz w:val="17"/>
                <w:szCs w:val="17"/>
              </w:rPr>
              <w:t>Patent at origin.</w:t>
            </w:r>
          </w:p>
        </w:tc>
        <w:tc>
          <w:tcPr>
            <w:tcW w:w="3882" w:type="dxa"/>
            <w:shd w:val="clear" w:color="auto" w:fill="auto"/>
          </w:tcPr>
          <w:p w:rsidR="00556C09" w:rsidRPr="00024F69" w:rsidRDefault="00024F69" w:rsidP="00556C09">
            <w:pPr>
              <w:tabs>
                <w:tab w:val="left" w:pos="2127"/>
              </w:tabs>
              <w:rPr>
                <w:rFonts w:ascii="Arial" w:hAnsi="Arial"/>
                <w:bCs/>
                <w:sz w:val="17"/>
                <w:szCs w:val="17"/>
              </w:rPr>
            </w:pPr>
            <w:r w:rsidRPr="00024F69">
              <w:rPr>
                <w:rFonts w:ascii="Arial" w:hAnsi="Arial"/>
                <w:bCs/>
                <w:sz w:val="17"/>
                <w:szCs w:val="17"/>
              </w:rPr>
              <w:t>Patent at origin.</w:t>
            </w:r>
          </w:p>
        </w:tc>
      </w:tr>
      <w:tr w:rsidR="00556C09" w:rsidRPr="001B1BC9" w:rsidTr="00F754C4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024F69" w:rsidRDefault="00556C09" w:rsidP="00556C0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7"/>
                <w:szCs w:val="17"/>
              </w:rPr>
            </w:pPr>
            <w:r w:rsidRPr="00024F69">
              <w:rPr>
                <w:rFonts w:ascii="Arial" w:hAnsi="Arial" w:cs="Arial"/>
                <w:color w:val="808080"/>
                <w:sz w:val="17"/>
                <w:szCs w:val="17"/>
              </w:rPr>
              <w:t>Superficial Femoral Artery:</w:t>
            </w:r>
          </w:p>
        </w:tc>
        <w:tc>
          <w:tcPr>
            <w:tcW w:w="388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024F69" w:rsidRDefault="00024F69" w:rsidP="00556C09">
            <w:pPr>
              <w:tabs>
                <w:tab w:val="left" w:pos="2127"/>
              </w:tabs>
              <w:rPr>
                <w:rFonts w:ascii="Arial" w:hAnsi="Arial"/>
                <w:bCs/>
                <w:sz w:val="17"/>
                <w:szCs w:val="17"/>
              </w:rPr>
            </w:pPr>
            <w:r w:rsidRPr="00024F69">
              <w:rPr>
                <w:rFonts w:ascii="Arial" w:hAnsi="Arial"/>
                <w:bCs/>
                <w:sz w:val="17"/>
                <w:szCs w:val="17"/>
              </w:rPr>
              <w:t>Patent. Mild diffuse atheroma with no significant stenosis seen.</w:t>
            </w:r>
          </w:p>
        </w:tc>
        <w:tc>
          <w:tcPr>
            <w:tcW w:w="3882" w:type="dxa"/>
            <w:shd w:val="clear" w:color="auto" w:fill="auto"/>
          </w:tcPr>
          <w:p w:rsidR="00556C09" w:rsidRPr="00024F69" w:rsidRDefault="00024F69" w:rsidP="00556C09">
            <w:pPr>
              <w:tabs>
                <w:tab w:val="left" w:pos="2127"/>
              </w:tabs>
              <w:rPr>
                <w:rFonts w:ascii="Arial" w:hAnsi="Arial"/>
                <w:bCs/>
                <w:sz w:val="17"/>
                <w:szCs w:val="17"/>
              </w:rPr>
            </w:pPr>
            <w:r w:rsidRPr="00024F69">
              <w:rPr>
                <w:rFonts w:ascii="Arial" w:hAnsi="Arial"/>
                <w:bCs/>
                <w:sz w:val="17"/>
                <w:szCs w:val="17"/>
              </w:rPr>
              <w:t>Patent. Mild diffuse atheroma with no significant stenosis seen.</w:t>
            </w:r>
          </w:p>
        </w:tc>
      </w:tr>
      <w:tr w:rsidR="00556C09" w:rsidRPr="001B1BC9" w:rsidTr="00F754C4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024F69" w:rsidRDefault="00556C09" w:rsidP="00556C0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7"/>
                <w:szCs w:val="17"/>
              </w:rPr>
            </w:pPr>
            <w:r w:rsidRPr="00024F69">
              <w:rPr>
                <w:rFonts w:ascii="Arial" w:hAnsi="Arial" w:cs="Arial"/>
                <w:color w:val="808080"/>
                <w:sz w:val="17"/>
                <w:szCs w:val="17"/>
              </w:rPr>
              <w:t>Popliteal Artery:</w:t>
            </w:r>
          </w:p>
        </w:tc>
        <w:tc>
          <w:tcPr>
            <w:tcW w:w="388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024F69" w:rsidRDefault="00024F69" w:rsidP="00556C09">
            <w:pPr>
              <w:tabs>
                <w:tab w:val="left" w:pos="2127"/>
              </w:tabs>
              <w:rPr>
                <w:rFonts w:ascii="Arial" w:hAnsi="Arial"/>
                <w:bCs/>
                <w:sz w:val="17"/>
                <w:szCs w:val="17"/>
              </w:rPr>
            </w:pPr>
            <w:r w:rsidRPr="00024F69">
              <w:rPr>
                <w:rFonts w:ascii="Arial" w:hAnsi="Arial"/>
                <w:bCs/>
                <w:sz w:val="17"/>
                <w:szCs w:val="17"/>
              </w:rPr>
              <w:t>Patent. Mild diffuse atheroma with no significant stenosis seen.</w:t>
            </w:r>
          </w:p>
        </w:tc>
        <w:tc>
          <w:tcPr>
            <w:tcW w:w="3882" w:type="dxa"/>
            <w:shd w:val="clear" w:color="auto" w:fill="auto"/>
          </w:tcPr>
          <w:p w:rsidR="00556C09" w:rsidRPr="00024F69" w:rsidRDefault="00024F69" w:rsidP="00556C09">
            <w:pPr>
              <w:tabs>
                <w:tab w:val="left" w:pos="2127"/>
              </w:tabs>
              <w:rPr>
                <w:rFonts w:ascii="Arial" w:hAnsi="Arial"/>
                <w:bCs/>
                <w:sz w:val="17"/>
                <w:szCs w:val="17"/>
              </w:rPr>
            </w:pPr>
            <w:r w:rsidRPr="00024F69">
              <w:rPr>
                <w:rFonts w:ascii="Arial" w:hAnsi="Arial"/>
                <w:bCs/>
                <w:sz w:val="17"/>
                <w:szCs w:val="17"/>
              </w:rPr>
              <w:t>Patent. Mild diffuse atheroma with no significant stenosis seen.</w:t>
            </w:r>
          </w:p>
        </w:tc>
      </w:tr>
      <w:tr w:rsidR="00556C09" w:rsidRPr="001B1BC9" w:rsidTr="00F754C4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024F69" w:rsidRDefault="00556C09" w:rsidP="00556C0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7"/>
                <w:szCs w:val="17"/>
              </w:rPr>
            </w:pPr>
            <w:r w:rsidRPr="00024F69">
              <w:rPr>
                <w:rFonts w:ascii="Arial" w:hAnsi="Arial" w:cs="Arial"/>
                <w:color w:val="808080"/>
                <w:sz w:val="17"/>
                <w:szCs w:val="17"/>
              </w:rPr>
              <w:t>Calf:</w:t>
            </w:r>
          </w:p>
          <w:p w:rsidR="00024F69" w:rsidRPr="00024F69" w:rsidRDefault="00024F69" w:rsidP="00556C0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7"/>
                <w:szCs w:val="17"/>
              </w:rPr>
            </w:pPr>
          </w:p>
        </w:tc>
        <w:tc>
          <w:tcPr>
            <w:tcW w:w="388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24F69" w:rsidRPr="00024F69" w:rsidRDefault="00024F69" w:rsidP="00556C09">
            <w:pPr>
              <w:tabs>
                <w:tab w:val="left" w:pos="2127"/>
              </w:tabs>
              <w:rPr>
                <w:rFonts w:ascii="Arial" w:hAnsi="Arial"/>
                <w:bCs/>
                <w:sz w:val="17"/>
                <w:szCs w:val="17"/>
              </w:rPr>
            </w:pPr>
            <w:r w:rsidRPr="00024F69">
              <w:rPr>
                <w:rFonts w:ascii="Arial" w:hAnsi="Arial"/>
                <w:bCs/>
                <w:sz w:val="17"/>
                <w:szCs w:val="17"/>
              </w:rPr>
              <w:t>3 vessel run off seen to cross the ankle. No significant stenosis seen.</w:t>
            </w:r>
          </w:p>
        </w:tc>
        <w:tc>
          <w:tcPr>
            <w:tcW w:w="3882" w:type="dxa"/>
            <w:shd w:val="clear" w:color="auto" w:fill="auto"/>
          </w:tcPr>
          <w:p w:rsidR="00024F69" w:rsidRPr="00024F69" w:rsidRDefault="00024F69" w:rsidP="00556C09">
            <w:pPr>
              <w:tabs>
                <w:tab w:val="left" w:pos="2127"/>
              </w:tabs>
              <w:rPr>
                <w:rFonts w:ascii="Arial" w:hAnsi="Arial"/>
                <w:bCs/>
                <w:sz w:val="17"/>
                <w:szCs w:val="17"/>
              </w:rPr>
            </w:pPr>
            <w:r w:rsidRPr="00024F69">
              <w:rPr>
                <w:rFonts w:ascii="Arial" w:hAnsi="Arial"/>
                <w:bCs/>
                <w:sz w:val="17"/>
                <w:szCs w:val="17"/>
              </w:rPr>
              <w:t xml:space="preserve">3 vessel run off seen to cross the ankle. 50-74% narrowing in the proximal PTA. </w:t>
            </w:r>
          </w:p>
        </w:tc>
      </w:tr>
      <w:tr w:rsidR="00024F69" w:rsidRPr="001B1BC9" w:rsidTr="009650A9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24F69" w:rsidRPr="00024F69" w:rsidRDefault="00024F69" w:rsidP="00556C0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7"/>
                <w:szCs w:val="17"/>
              </w:rPr>
            </w:pPr>
            <w:r w:rsidRPr="00024F69">
              <w:rPr>
                <w:rFonts w:ascii="Arial" w:hAnsi="Arial" w:cs="Arial"/>
                <w:color w:val="808080"/>
                <w:sz w:val="17"/>
                <w:szCs w:val="17"/>
              </w:rPr>
              <w:t>ABPI:</w:t>
            </w:r>
          </w:p>
        </w:tc>
        <w:tc>
          <w:tcPr>
            <w:tcW w:w="7764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24F69" w:rsidRDefault="00024F69" w:rsidP="00556C09">
            <w:pPr>
              <w:tabs>
                <w:tab w:val="left" w:pos="2127"/>
              </w:tabs>
              <w:rPr>
                <w:rFonts w:ascii="Arial" w:hAnsi="Arial"/>
                <w:bCs/>
                <w:sz w:val="17"/>
                <w:szCs w:val="17"/>
              </w:rPr>
            </w:pPr>
            <w:r w:rsidRPr="00024F69">
              <w:rPr>
                <w:rFonts w:ascii="Arial" w:hAnsi="Arial"/>
                <w:bCs/>
                <w:sz w:val="17"/>
                <w:szCs w:val="17"/>
              </w:rPr>
              <w:t>An ABPI was also performed. Right ABPI: 1.03, Left ABPI: 1.00. Biphasic waveforms throughout.</w:t>
            </w:r>
          </w:p>
          <w:p w:rsidR="00C442A6" w:rsidRPr="00024F69" w:rsidRDefault="00C442A6" w:rsidP="00556C09">
            <w:pPr>
              <w:tabs>
                <w:tab w:val="left" w:pos="2127"/>
              </w:tabs>
              <w:rPr>
                <w:rFonts w:ascii="Arial" w:hAnsi="Arial"/>
                <w:bCs/>
                <w:sz w:val="17"/>
                <w:szCs w:val="17"/>
              </w:rPr>
            </w:pPr>
          </w:p>
        </w:tc>
      </w:tr>
      <w:tr w:rsidR="00556C09" w:rsidRPr="001B1BC9" w:rsidTr="001B1BC9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556C09" w:rsidP="001B1BC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B1BC9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</w:p>
        </w:tc>
        <w:tc>
          <w:tcPr>
            <w:tcW w:w="7764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024F69" w:rsidP="001B1BC9">
            <w:pPr>
              <w:tabs>
                <w:tab w:val="left" w:pos="822"/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Robert James - Clinical Vascular Scientist </w:t>
            </w:r>
          </w:p>
        </w:tc>
      </w:tr>
    </w:tbl>
    <w:p w:rsidR="00694581" w:rsidRPr="00361AE4" w:rsidRDefault="00694581" w:rsidP="00D2400C"/>
    <w:sectPr w:rsidR="00694581" w:rsidRPr="00361AE4" w:rsidSect="008F7A25">
      <w:headerReference w:type="default" r:id="rId8"/>
      <w:footerReference w:type="default" r:id="rId9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4F69" w:rsidRDefault="00024F69">
      <w:r>
        <w:separator/>
      </w:r>
    </w:p>
  </w:endnote>
  <w:endnote w:type="continuationSeparator" w:id="0">
    <w:p w:rsidR="00024F69" w:rsidRDefault="00024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B0F" w:rsidRPr="006D3249" w:rsidRDefault="00A16B0F" w:rsidP="006D3249">
    <w:pPr>
      <w:pStyle w:val="Footer"/>
      <w:jc w:val="right"/>
      <w:rPr>
        <w:color w:val="3366FF"/>
        <w:sz w:val="16"/>
        <w:szCs w:val="16"/>
      </w:rPr>
    </w:pPr>
    <w:proofErr w:type="gramStart"/>
    <w:r w:rsidRPr="00C20D96">
      <w:rPr>
        <w:rStyle w:val="PageNumber"/>
        <w:rFonts w:ascii="Arial" w:hAnsi="Arial" w:cs="Arial"/>
        <w:color w:val="3366FF"/>
        <w:sz w:val="16"/>
        <w:szCs w:val="16"/>
      </w:rPr>
      <w:t>Genesis</w:t>
    </w:r>
    <w:r w:rsidRPr="00C20D96">
      <w:rPr>
        <w:rStyle w:val="PageNumber"/>
        <w:rFonts w:ascii="Arial" w:hAnsi="Arial" w:cs="Arial"/>
        <w:b/>
        <w:i/>
        <w:color w:val="999999"/>
        <w:sz w:val="16"/>
        <w:szCs w:val="16"/>
        <w:vertAlign w:val="superscript"/>
      </w:rPr>
      <w:t>2</w:t>
    </w:r>
    <w:r w:rsidRPr="00C20D96">
      <w:rPr>
        <w:rStyle w:val="PageNumber"/>
        <w:rFonts w:ascii="Arial" w:hAnsi="Arial" w:cs="Arial"/>
        <w:b/>
        <w:i/>
        <w:color w:val="333333"/>
        <w:sz w:val="16"/>
        <w:szCs w:val="16"/>
      </w:rPr>
      <w:t xml:space="preserve"> </w:t>
    </w:r>
    <w:r w:rsidRPr="00C20D96">
      <w:rPr>
        <w:rStyle w:val="PageNumber"/>
        <w:rFonts w:ascii="Arial" w:hAnsi="Arial" w:cs="Arial"/>
        <w:color w:val="3366FF"/>
        <w:sz w:val="16"/>
        <w:szCs w:val="16"/>
      </w:rPr>
      <w:t xml:space="preserve"> </w:t>
    </w:r>
    <w:r>
      <w:rPr>
        <w:rStyle w:val="PageNumber"/>
        <w:rFonts w:ascii="Arial" w:hAnsi="Arial" w:cs="Arial"/>
        <w:color w:val="C0C0C0"/>
        <w:sz w:val="16"/>
        <w:szCs w:val="16"/>
      </w:rPr>
      <w:t>vascular</w:t>
    </w:r>
    <w:proofErr w:type="gramEnd"/>
    <w:r>
      <w:rPr>
        <w:rStyle w:val="PageNumber"/>
        <w:rFonts w:ascii="Arial" w:hAnsi="Arial" w:cs="Arial"/>
        <w:color w:val="C0C0C0"/>
        <w:sz w:val="16"/>
        <w:szCs w:val="16"/>
      </w:rPr>
      <w:t xml:space="preserve"> reporting system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4F69" w:rsidRDefault="00024F69">
      <w:r>
        <w:separator/>
      </w:r>
    </w:p>
  </w:footnote>
  <w:footnote w:type="continuationSeparator" w:id="0">
    <w:p w:rsidR="00024F69" w:rsidRDefault="00024F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A25" w:rsidRDefault="00024F69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4760595</wp:posOffset>
          </wp:positionH>
          <wp:positionV relativeFrom="paragraph">
            <wp:posOffset>-33020</wp:posOffset>
          </wp:positionV>
          <wp:extent cx="1452880" cy="570230"/>
          <wp:effectExtent l="0" t="0" r="0" b="0"/>
          <wp:wrapNone/>
          <wp:docPr id="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characterSpacingControl w:val="doNotCompress"/>
  <w:hdrShapeDefaults>
    <o:shapedefaults v:ext="edit" spidmax="4097" fill="f" fillcolor="white">
      <v:fill color="white" on="f"/>
      <o:colormru v:ext="edit" colors="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F69"/>
    <w:rsid w:val="00024F69"/>
    <w:rsid w:val="00082FF5"/>
    <w:rsid w:val="000A3239"/>
    <w:rsid w:val="000B4FFC"/>
    <w:rsid w:val="000D445E"/>
    <w:rsid w:val="00106CEB"/>
    <w:rsid w:val="0011487A"/>
    <w:rsid w:val="00115D9F"/>
    <w:rsid w:val="00130125"/>
    <w:rsid w:val="00130D4E"/>
    <w:rsid w:val="00133BBD"/>
    <w:rsid w:val="00156297"/>
    <w:rsid w:val="001649DE"/>
    <w:rsid w:val="00170793"/>
    <w:rsid w:val="001B1BC9"/>
    <w:rsid w:val="001B3894"/>
    <w:rsid w:val="001B6174"/>
    <w:rsid w:val="001C704E"/>
    <w:rsid w:val="001C73C6"/>
    <w:rsid w:val="001D4546"/>
    <w:rsid w:val="001F41A1"/>
    <w:rsid w:val="002027E7"/>
    <w:rsid w:val="0020510B"/>
    <w:rsid w:val="00216637"/>
    <w:rsid w:val="002167B0"/>
    <w:rsid w:val="00234EBD"/>
    <w:rsid w:val="00241E4E"/>
    <w:rsid w:val="0024703B"/>
    <w:rsid w:val="002523B4"/>
    <w:rsid w:val="00252DD3"/>
    <w:rsid w:val="002572A8"/>
    <w:rsid w:val="00267D9C"/>
    <w:rsid w:val="002845F4"/>
    <w:rsid w:val="002B755A"/>
    <w:rsid w:val="002C2267"/>
    <w:rsid w:val="002C4D39"/>
    <w:rsid w:val="002C52B6"/>
    <w:rsid w:val="002D5608"/>
    <w:rsid w:val="002E202E"/>
    <w:rsid w:val="002F29A9"/>
    <w:rsid w:val="00311F33"/>
    <w:rsid w:val="00317A10"/>
    <w:rsid w:val="0032342E"/>
    <w:rsid w:val="00324B94"/>
    <w:rsid w:val="00332965"/>
    <w:rsid w:val="003512C1"/>
    <w:rsid w:val="00361AE4"/>
    <w:rsid w:val="003A31C2"/>
    <w:rsid w:val="003B2913"/>
    <w:rsid w:val="003B70F9"/>
    <w:rsid w:val="003B7DF9"/>
    <w:rsid w:val="003E5339"/>
    <w:rsid w:val="003F088A"/>
    <w:rsid w:val="00400424"/>
    <w:rsid w:val="0041713E"/>
    <w:rsid w:val="0043201F"/>
    <w:rsid w:val="004400FD"/>
    <w:rsid w:val="00443A11"/>
    <w:rsid w:val="00446D9E"/>
    <w:rsid w:val="004479C2"/>
    <w:rsid w:val="00451578"/>
    <w:rsid w:val="00475D18"/>
    <w:rsid w:val="00484126"/>
    <w:rsid w:val="004932D3"/>
    <w:rsid w:val="004934E7"/>
    <w:rsid w:val="00494B80"/>
    <w:rsid w:val="0049764B"/>
    <w:rsid w:val="004A31E9"/>
    <w:rsid w:val="004B404C"/>
    <w:rsid w:val="004E39B8"/>
    <w:rsid w:val="004F7760"/>
    <w:rsid w:val="005044AB"/>
    <w:rsid w:val="00505B5E"/>
    <w:rsid w:val="00506954"/>
    <w:rsid w:val="00556C09"/>
    <w:rsid w:val="00567FE1"/>
    <w:rsid w:val="00583A62"/>
    <w:rsid w:val="005E5BC0"/>
    <w:rsid w:val="005E6656"/>
    <w:rsid w:val="00647F09"/>
    <w:rsid w:val="00647FC9"/>
    <w:rsid w:val="0068184A"/>
    <w:rsid w:val="00687CAB"/>
    <w:rsid w:val="00694581"/>
    <w:rsid w:val="006B0120"/>
    <w:rsid w:val="006D3249"/>
    <w:rsid w:val="00727077"/>
    <w:rsid w:val="00746C88"/>
    <w:rsid w:val="00764A77"/>
    <w:rsid w:val="0077506E"/>
    <w:rsid w:val="00781E01"/>
    <w:rsid w:val="00784424"/>
    <w:rsid w:val="007A7B01"/>
    <w:rsid w:val="007E7543"/>
    <w:rsid w:val="007F0203"/>
    <w:rsid w:val="0081522A"/>
    <w:rsid w:val="00834AB6"/>
    <w:rsid w:val="00845175"/>
    <w:rsid w:val="008527CA"/>
    <w:rsid w:val="008745FB"/>
    <w:rsid w:val="008B5D7F"/>
    <w:rsid w:val="008D344E"/>
    <w:rsid w:val="008F4314"/>
    <w:rsid w:val="008F7A25"/>
    <w:rsid w:val="00911F56"/>
    <w:rsid w:val="00937D9E"/>
    <w:rsid w:val="0094691B"/>
    <w:rsid w:val="0096089A"/>
    <w:rsid w:val="00984503"/>
    <w:rsid w:val="009957B4"/>
    <w:rsid w:val="009A34D2"/>
    <w:rsid w:val="009A5CA0"/>
    <w:rsid w:val="009B13C8"/>
    <w:rsid w:val="009C6954"/>
    <w:rsid w:val="009D2BAA"/>
    <w:rsid w:val="009E6F7E"/>
    <w:rsid w:val="00A00D03"/>
    <w:rsid w:val="00A16B0F"/>
    <w:rsid w:val="00A4039C"/>
    <w:rsid w:val="00A50BBC"/>
    <w:rsid w:val="00A52037"/>
    <w:rsid w:val="00A5497F"/>
    <w:rsid w:val="00A56F06"/>
    <w:rsid w:val="00A65BE5"/>
    <w:rsid w:val="00A7491A"/>
    <w:rsid w:val="00A95094"/>
    <w:rsid w:val="00AA6449"/>
    <w:rsid w:val="00AE30A1"/>
    <w:rsid w:val="00AF27D7"/>
    <w:rsid w:val="00B07DD2"/>
    <w:rsid w:val="00B46ED4"/>
    <w:rsid w:val="00B5493A"/>
    <w:rsid w:val="00B67AFA"/>
    <w:rsid w:val="00B95513"/>
    <w:rsid w:val="00B97FDC"/>
    <w:rsid w:val="00BF0BB8"/>
    <w:rsid w:val="00C07BB1"/>
    <w:rsid w:val="00C37C13"/>
    <w:rsid w:val="00C442A6"/>
    <w:rsid w:val="00C4581A"/>
    <w:rsid w:val="00C46C3E"/>
    <w:rsid w:val="00C47CD3"/>
    <w:rsid w:val="00C73B47"/>
    <w:rsid w:val="00C82D8F"/>
    <w:rsid w:val="00C9350C"/>
    <w:rsid w:val="00CC6657"/>
    <w:rsid w:val="00CD6ED9"/>
    <w:rsid w:val="00CD7188"/>
    <w:rsid w:val="00CE3196"/>
    <w:rsid w:val="00D2400C"/>
    <w:rsid w:val="00D30790"/>
    <w:rsid w:val="00D34D9F"/>
    <w:rsid w:val="00D42CEC"/>
    <w:rsid w:val="00D55F21"/>
    <w:rsid w:val="00D56F21"/>
    <w:rsid w:val="00D605F8"/>
    <w:rsid w:val="00D8557F"/>
    <w:rsid w:val="00DD13FB"/>
    <w:rsid w:val="00DE75F5"/>
    <w:rsid w:val="00DF5576"/>
    <w:rsid w:val="00E04650"/>
    <w:rsid w:val="00E071B6"/>
    <w:rsid w:val="00E13941"/>
    <w:rsid w:val="00E21EED"/>
    <w:rsid w:val="00E70784"/>
    <w:rsid w:val="00E75EB3"/>
    <w:rsid w:val="00E86BF2"/>
    <w:rsid w:val="00E96ADB"/>
    <w:rsid w:val="00EC38C6"/>
    <w:rsid w:val="00EC6359"/>
    <w:rsid w:val="00EE0BE3"/>
    <w:rsid w:val="00EF0372"/>
    <w:rsid w:val="00F1282A"/>
    <w:rsid w:val="00F476E7"/>
    <w:rsid w:val="00F754C4"/>
    <w:rsid w:val="00F97F8C"/>
    <w:rsid w:val="00FC3506"/>
    <w:rsid w:val="00FD1462"/>
    <w:rsid w:val="00FD5807"/>
    <w:rsid w:val="00FE0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="f" fillcolor="white">
      <v:fill color="white" on="f"/>
      <o:colormru v:ext="edit" colors="#eaeaea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  <w14:docId w14:val="3BA50AA4"/>
  <w15:chartTrackingRefBased/>
  <w15:docId w15:val="{FE6C2DC5-605B-475A-B8B0-DAA07B9F3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xpbh-tr.nhs.uk\Users\Home\jamesr2\Desktop\BILATERAL\Arterial%20Bilat%20LE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Arterial Bilat LEA</Template>
  <TotalTime>1</TotalTime>
  <Pages>1</Pages>
  <Words>226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Patient:</vt:lpstr>
    </vt:vector>
  </TitlesOfParts>
  <Company>Peterborough City Hospital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Patient:</dc:title>
  <dc:subject>Patient Report</dc:subject>
  <dc:creator>James, Robert</dc:creator>
  <cp:keywords/>
  <cp:lastModifiedBy>James, Robert</cp:lastModifiedBy>
  <cp:revision>4</cp:revision>
  <cp:lastPrinted>2009-09-22T07:24:00Z</cp:lastPrinted>
  <dcterms:created xsi:type="dcterms:W3CDTF">2020-08-12T08:09:00Z</dcterms:created>
  <dcterms:modified xsi:type="dcterms:W3CDTF">2020-08-12T08:10:00Z</dcterms:modified>
  <cp:category>Patient Report</cp:category>
</cp:coreProperties>
</file>